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C29AC" w14:textId="0C514A23" w:rsidR="00FE5984" w:rsidRPr="00975018" w:rsidRDefault="00DF7B54" w:rsidP="007A3FFA">
      <w:pPr>
        <w:pStyle w:val="Nzev"/>
      </w:pPr>
      <w:r>
        <w:t xml:space="preserve">NÁVRH </w:t>
      </w:r>
      <w:r w:rsidR="000C0370" w:rsidRPr="00975018">
        <w:t>SMLOUV</w:t>
      </w:r>
      <w:r>
        <w:t>Y</w:t>
      </w:r>
      <w:r w:rsidR="000C0370" w:rsidRPr="00975018">
        <w:t xml:space="preserve"> O DÍLO</w:t>
      </w:r>
      <w:r w:rsidR="005F4D9C" w:rsidRPr="00975018">
        <w:t xml:space="preserve"> </w:t>
      </w:r>
    </w:p>
    <w:p w14:paraId="36A79CDA" w14:textId="77777777" w:rsidR="00FE5984" w:rsidRDefault="00FE5984" w:rsidP="007A3FFA">
      <w:pPr>
        <w:pStyle w:val="Nzev"/>
      </w:pPr>
    </w:p>
    <w:p w14:paraId="1B2B50F3" w14:textId="28A949B6" w:rsidR="00AC2F51" w:rsidRDefault="00AC2F51" w:rsidP="007A3FFA">
      <w:r w:rsidRPr="00AC2F51">
        <w:t xml:space="preserve">číslo objednatele: </w:t>
      </w: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p w14:paraId="471563B6" w14:textId="23DCBD34" w:rsidR="00390F7B" w:rsidRPr="00E67967" w:rsidRDefault="00AC2F51" w:rsidP="007A3FFA">
      <w:r w:rsidRPr="00AC2F51">
        <w:t xml:space="preserve">číslo zhotovitele:  </w:t>
      </w: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p w14:paraId="1A9F0DE4" w14:textId="77777777" w:rsidR="00E130E2" w:rsidRPr="00E67967" w:rsidRDefault="00E130E2" w:rsidP="007A3FFA"/>
    <w:p w14:paraId="62E4B653" w14:textId="77777777" w:rsidR="000C0370" w:rsidRPr="00E67967" w:rsidRDefault="000C0370" w:rsidP="007A3FFA">
      <w:pPr>
        <w:pStyle w:val="Nadpis1"/>
      </w:pPr>
      <w:r w:rsidRPr="00E67967">
        <w:rPr>
          <w:szCs w:val="24"/>
        </w:rPr>
        <w:t>Smluvní</w:t>
      </w:r>
      <w:r w:rsidRPr="00E67967">
        <w:t xml:space="preserve"> strany </w:t>
      </w:r>
    </w:p>
    <w:p w14:paraId="7B336777" w14:textId="77777777" w:rsidR="005329A5" w:rsidRPr="00E67967" w:rsidRDefault="002A3CE9" w:rsidP="00EB7F7C">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14:paraId="7E152DD9" w14:textId="77777777"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14:paraId="0D8CD426" w14:textId="21C0744D"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AC2F51">
        <w:t>Miroslav Polášek</w:t>
      </w:r>
      <w:r w:rsidR="00D9091B" w:rsidRPr="00E67967">
        <w:t xml:space="preserve">, </w:t>
      </w:r>
      <w:r w:rsidR="00D9091B">
        <w:t>místostarostou</w:t>
      </w:r>
      <w:r w:rsidR="00D9091B" w:rsidRPr="00E67967">
        <w:t xml:space="preserve">     </w:t>
      </w:r>
    </w:p>
    <w:p w14:paraId="6EB36216" w14:textId="77777777" w:rsidR="004F68A9" w:rsidRPr="00E67967" w:rsidRDefault="00333E65" w:rsidP="007A3FFA">
      <w:pPr>
        <w:pStyle w:val="Zkladntextodsazen2"/>
      </w:pPr>
      <w:r w:rsidRPr="00E67967">
        <w:t>za objednatele</w:t>
      </w:r>
      <w:r w:rsidR="004F68A9" w:rsidRPr="00E67967">
        <w:t xml:space="preserve"> je oprávněn jednat</w:t>
      </w:r>
    </w:p>
    <w:p w14:paraId="72C6CD3E" w14:textId="3162604A"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AC2F51">
        <w:t>Miroslav Polášek</w:t>
      </w:r>
      <w:r w:rsidR="00895B26" w:rsidRPr="00E67967">
        <w:t xml:space="preserve">, </w:t>
      </w:r>
      <w:r w:rsidR="00D9091B">
        <w:t>místo</w:t>
      </w:r>
      <w:r w:rsidR="00895B26" w:rsidRPr="00E67967">
        <w:t>starosta</w:t>
      </w:r>
      <w:r w:rsidRPr="00E67967">
        <w:t xml:space="preserve">     </w:t>
      </w:r>
    </w:p>
    <w:p w14:paraId="4FBCA90D" w14:textId="575BD3F8"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w:t>
      </w:r>
      <w:r w:rsidR="00AC2F51">
        <w:t>Petr Velecký</w:t>
      </w:r>
    </w:p>
    <w:p w14:paraId="13AE365C" w14:textId="78DFAED3" w:rsidR="00E203F8" w:rsidRDefault="00337DC9" w:rsidP="007A3FFA">
      <w:pPr>
        <w:pStyle w:val="Zkladntextodsazen2"/>
      </w:pPr>
      <w:r>
        <w:tab/>
      </w:r>
      <w:r w:rsidR="0049611D">
        <w:tab/>
      </w:r>
      <w:r>
        <w:t>Oddělení investic,</w:t>
      </w:r>
      <w:r w:rsidR="0037505E">
        <w:t xml:space="preserve"> </w:t>
      </w:r>
      <w:r w:rsidR="00902B27">
        <w:t xml:space="preserve">Libor </w:t>
      </w:r>
      <w:r w:rsidR="00AC2F51">
        <w:t>Manda, DiS.</w:t>
      </w:r>
    </w:p>
    <w:p w14:paraId="1D682AB6" w14:textId="7842B7FD" w:rsidR="00CF6840" w:rsidRPr="00E67967" w:rsidRDefault="00CF6840" w:rsidP="007A3FFA">
      <w:pPr>
        <w:pStyle w:val="Zkladntextodsazen2"/>
      </w:pPr>
      <w:r>
        <w:tab/>
      </w:r>
      <w:r w:rsidR="0049611D">
        <w:tab/>
      </w:r>
      <w:r>
        <w:t>e-mail:</w:t>
      </w:r>
      <w:r w:rsidR="00577B57">
        <w:t xml:space="preserve"> </w:t>
      </w:r>
      <w:r w:rsidR="00AC2F51">
        <w:t>libor.manda</w:t>
      </w:r>
      <w:r w:rsidR="002F201C">
        <w:t>@ub.cz</w:t>
      </w:r>
    </w:p>
    <w:p w14:paraId="403B3FF0" w14:textId="77777777" w:rsidR="000C0370" w:rsidRPr="00E67967" w:rsidRDefault="00D9091B" w:rsidP="007A3FFA">
      <w:pPr>
        <w:pStyle w:val="Zkladntextodsazen2"/>
      </w:pPr>
      <w:r>
        <w:t>IČ</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14:paraId="3C10C064" w14:textId="7FAC3B40"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w:t>
      </w:r>
      <w:r w:rsidR="00902B27">
        <w:t xml:space="preserve"> </w:t>
      </w:r>
      <w:r w:rsidR="00272278" w:rsidRPr="00E67967">
        <w:t xml:space="preserve">s., Uherský Brod </w:t>
      </w:r>
    </w:p>
    <w:p w14:paraId="69B18CE0" w14:textId="77777777"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14:paraId="5B765154" w14:textId="77777777" w:rsidR="0070248E" w:rsidRDefault="0070248E" w:rsidP="007A3FFA"/>
    <w:p w14:paraId="651AE931" w14:textId="77777777" w:rsidR="000C0370" w:rsidRPr="00E67967" w:rsidRDefault="000C0370" w:rsidP="007A3FFA">
      <w:r w:rsidRPr="00E67967">
        <w:t>dále jen objednatel</w:t>
      </w:r>
    </w:p>
    <w:p w14:paraId="5470E94C" w14:textId="77777777" w:rsidR="00E130E2" w:rsidRPr="00E67967" w:rsidRDefault="00E130E2" w:rsidP="007A3FFA"/>
    <w:p w14:paraId="0AB2E30D" w14:textId="4B25D38E" w:rsidR="003017DF" w:rsidRPr="00E67967" w:rsidRDefault="002A3CE9" w:rsidP="00EB7F7C">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0BBD266B" w14:textId="31016FBB" w:rsidR="00447E2B" w:rsidRDefault="003017DF" w:rsidP="007A3FFA">
      <w:pPr>
        <w:pStyle w:val="Zkladntextodsazen2"/>
      </w:pPr>
      <w:r w:rsidRPr="00E67967">
        <w:t>se sídlem:</w:t>
      </w:r>
      <w:r w:rsidR="00447E2B">
        <w:t xml:space="preserve"> </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72778F4A" w14:textId="4ECF94D2" w:rsidR="003017DF" w:rsidRPr="00E67967" w:rsidRDefault="003017DF" w:rsidP="007A3FFA">
      <w:pPr>
        <w:pStyle w:val="Zkladntextodsazen2"/>
      </w:pPr>
      <w:r w:rsidRPr="00E67967">
        <w:t xml:space="preserve">OR: </w:t>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6FC10177" w14:textId="2E5F4184"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5A622E89" w14:textId="77777777" w:rsidR="003017DF" w:rsidRPr="00E67967" w:rsidRDefault="003017DF" w:rsidP="007A3FFA">
      <w:pPr>
        <w:pStyle w:val="Zkladntextodsazen2"/>
      </w:pPr>
      <w:r w:rsidRPr="00E67967">
        <w:t xml:space="preserve">za </w:t>
      </w:r>
      <w:r w:rsidR="009C557E" w:rsidRPr="00E67967">
        <w:t>zhotovit</w:t>
      </w:r>
      <w:r w:rsidRPr="00E67967">
        <w:t>ele je oprávněn jednat</w:t>
      </w:r>
    </w:p>
    <w:p w14:paraId="03A024CD" w14:textId="4B0638E8" w:rsidR="003017DF" w:rsidRPr="00E67967" w:rsidRDefault="003017DF" w:rsidP="007A3FFA">
      <w:pPr>
        <w:pStyle w:val="Zkladntextodsazen2"/>
      </w:pPr>
      <w:r w:rsidRPr="00E67967">
        <w:t xml:space="preserve">ve věcech smluvních:      </w:t>
      </w:r>
      <w:r w:rsidR="00C9799F" w:rsidRPr="00E67967">
        <w:t xml:space="preserve"> </w:t>
      </w:r>
      <w:bookmarkStart w:id="0" w:name="Text1"/>
      <w:r w:rsidR="00447E2B">
        <w:tab/>
      </w:r>
      <w:r w:rsidR="0049611D">
        <w:tab/>
      </w:r>
      <w:bookmarkEnd w:id="0"/>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31B07695" w14:textId="77777777"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14:paraId="59C20F1D" w14:textId="0E114AC1" w:rsidR="00447E2B" w:rsidRDefault="00ED759B" w:rsidP="007A3FFA">
      <w:pPr>
        <w:pStyle w:val="Zkladntextodsazen2"/>
      </w:pPr>
      <w:r>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04CAB556" w14:textId="5DC0A6E4" w:rsidR="00CF6840" w:rsidRDefault="00CF6840" w:rsidP="007A3FFA">
      <w:pPr>
        <w:pStyle w:val="Zkladntextodsazen2"/>
      </w:pPr>
      <w:r>
        <w:t>e-mail:</w:t>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6F9B69FF" w14:textId="3B71650E" w:rsidR="003017DF" w:rsidRPr="00E67967" w:rsidRDefault="006933CB" w:rsidP="007A3FFA">
      <w:pPr>
        <w:pStyle w:val="Zkladntextodsazen2"/>
      </w:pPr>
      <w:r w:rsidRPr="00E67967">
        <w:t>IČ/DIČ</w:t>
      </w:r>
      <w:r w:rsidR="003017DF" w:rsidRPr="00E67967">
        <w:t>:</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383E5FF6" w14:textId="26DCC8F8" w:rsidR="00447E2B" w:rsidRDefault="003017DF" w:rsidP="007A3FFA">
      <w:pPr>
        <w:pStyle w:val="Zkladntextodsazen2"/>
      </w:pPr>
      <w:r w:rsidRPr="00E67967">
        <w:t>bank. spojení:</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4BF431D0" w14:textId="6D8EB91A" w:rsidR="00447E2B" w:rsidRDefault="00C9799F" w:rsidP="007A3FFA">
      <w:pPr>
        <w:pStyle w:val="Zkladntextodsazen2"/>
      </w:pPr>
      <w:r w:rsidRPr="00E67967">
        <w:t>č</w:t>
      </w:r>
      <w:r w:rsidR="003017DF" w:rsidRPr="00E67967">
        <w:t>íslo účtu:</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7227E368" w14:textId="77777777" w:rsidR="0070248E" w:rsidRDefault="0070248E" w:rsidP="007A3FFA"/>
    <w:p w14:paraId="7F4C0DBB" w14:textId="77777777" w:rsidR="003017DF" w:rsidRDefault="003017DF" w:rsidP="007A3FFA">
      <w:r w:rsidRPr="00E67967">
        <w:t xml:space="preserve">dále jen zhotovitel </w:t>
      </w:r>
    </w:p>
    <w:p w14:paraId="23B7B001" w14:textId="77777777" w:rsidR="008128AB" w:rsidRDefault="008128AB" w:rsidP="007A3FFA"/>
    <w:p w14:paraId="58E7CD96" w14:textId="77777777" w:rsidR="008128AB" w:rsidRPr="00E67967" w:rsidRDefault="008128AB" w:rsidP="007A3FFA"/>
    <w:p w14:paraId="4FC6C84F" w14:textId="77777777" w:rsidR="001212C4" w:rsidRPr="00E67967" w:rsidRDefault="001212C4" w:rsidP="007A3FFA"/>
    <w:p w14:paraId="17FF7038" w14:textId="77777777"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14:paraId="64734922" w14:textId="77777777" w:rsidR="00F14ED7" w:rsidRDefault="00F14ED7" w:rsidP="007A3FFA"/>
    <w:p w14:paraId="3D80CEF0" w14:textId="72DB5900" w:rsidR="00780DD5" w:rsidRPr="00E67967" w:rsidRDefault="00780DD5" w:rsidP="007A3FFA">
      <w:pPr>
        <w:pStyle w:val="Nadpis1"/>
      </w:pPr>
      <w:r w:rsidRPr="00E67967">
        <w:t>P</w:t>
      </w:r>
      <w:r>
        <w:t>reambule</w:t>
      </w:r>
      <w:r w:rsidR="007B55CC">
        <w:t xml:space="preserve"> </w:t>
      </w:r>
    </w:p>
    <w:p w14:paraId="534BA5E3" w14:textId="175FFE8D" w:rsidR="004D59F7" w:rsidRPr="00EB7F7C" w:rsidRDefault="004D59F7" w:rsidP="00680433">
      <w:pPr>
        <w:pStyle w:val="Nadpis2"/>
      </w:pPr>
      <w:r w:rsidRPr="00EB7F7C">
        <w:t>Objednatel pořizuje dílo za účelem přípravy a realizace stavebních prací definovaných v čl. 3 smlouvy o dílo.</w:t>
      </w:r>
      <w:r w:rsidR="00680433">
        <w:t xml:space="preserve"> </w:t>
      </w:r>
    </w:p>
    <w:p w14:paraId="1462BC23" w14:textId="43C05212" w:rsidR="00F14ED7" w:rsidRPr="00EB7F7C" w:rsidRDefault="00F14ED7" w:rsidP="00EB7F7C">
      <w:pPr>
        <w:pStyle w:val="Nadpis2"/>
      </w:pPr>
      <w:r w:rsidRPr="00EB7F7C">
        <w:t>Podkladem k uzavření této smlouvy je nabídka zhotovitele ze dne</w:t>
      </w:r>
      <w:r w:rsidR="00AC2F51">
        <w:t xml:space="preserve"> </w:t>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Pr="00EB7F7C">
        <w:t>, která byla vypracována na základě výzvy objednatele k podání nabídky jako zakázka malého rozsahu na služby.</w:t>
      </w:r>
    </w:p>
    <w:p w14:paraId="460D2181" w14:textId="77777777" w:rsidR="00F14ED7" w:rsidRPr="00EB7F7C" w:rsidRDefault="00F14ED7" w:rsidP="00F14ED7"/>
    <w:p w14:paraId="0F919076" w14:textId="77777777" w:rsidR="00F14ED7" w:rsidRPr="00EB7F7C" w:rsidRDefault="00F14ED7" w:rsidP="00EB7F7C">
      <w:pPr>
        <w:pStyle w:val="Nadpis2"/>
      </w:pPr>
      <w:r w:rsidRPr="00EB7F7C">
        <w:lastRenderedPageBreak/>
        <w:t>Zhotovitel prohlašuje, že se s rozsahem díla seznámil, že je schopen dílo ve smluvené lhůtě dodat a že veškeré náklady spojené se zhotovením díla jsou zahrnuty v ceně díla.</w:t>
      </w:r>
    </w:p>
    <w:p w14:paraId="00CB3A8B" w14:textId="77777777" w:rsidR="00F14ED7" w:rsidRPr="00F14ED7" w:rsidRDefault="00F14ED7" w:rsidP="00F14ED7"/>
    <w:p w14:paraId="6101FE87" w14:textId="77777777" w:rsidR="003017DF" w:rsidRPr="00E67967" w:rsidRDefault="003017DF" w:rsidP="007A3FFA">
      <w:pPr>
        <w:pStyle w:val="Nadpis1"/>
      </w:pPr>
      <w:r w:rsidRPr="00E67967">
        <w:t>Předmět smlouvy</w:t>
      </w:r>
    </w:p>
    <w:p w14:paraId="248E7A6E" w14:textId="5B83B19C" w:rsidR="00096567" w:rsidRDefault="00F14ED7" w:rsidP="00EB7F7C">
      <w:pPr>
        <w:pStyle w:val="Nadpis2"/>
      </w:pPr>
      <w:r w:rsidRPr="00EB7F7C">
        <w:t xml:space="preserve">Zhotovitel se zavazuje zpracovat na svůj náklad a nebezpečí pro objednatele dílo - projektovou dokumentaci pro </w:t>
      </w:r>
      <w:r w:rsidR="005D7371">
        <w:t>povolení stavby (dále jen „DPS</w:t>
      </w:r>
      <w:r w:rsidRPr="00EB7F7C">
        <w:t>“) a projektové dokumentace pro provádění stavby (dále jen „PDPS“) pro stavbu pod názvem:</w:t>
      </w:r>
      <w:r w:rsidR="009E0B5D" w:rsidRPr="00EB7F7C">
        <w:t xml:space="preserve"> </w:t>
      </w:r>
    </w:p>
    <w:p w14:paraId="02A74CB4" w14:textId="77777777" w:rsidR="00680433" w:rsidRPr="00680433" w:rsidRDefault="00680433" w:rsidP="00680433"/>
    <w:p w14:paraId="08FB8B55" w14:textId="14947E00" w:rsidR="00096567" w:rsidRPr="00503C0D" w:rsidRDefault="009E0B5D" w:rsidP="00AC2F51">
      <w:pPr>
        <w:pStyle w:val="Nadpis3"/>
        <w:spacing w:before="0" w:after="0"/>
      </w:pPr>
      <w:r w:rsidRPr="00503C0D">
        <w:t>„</w:t>
      </w:r>
      <w:r w:rsidR="00AC2F51">
        <w:t>Projektová dokumentace NADAČNÍ DŮM – SANACE VLHKOSTI</w:t>
      </w:r>
      <w:r w:rsidRPr="00503C0D">
        <w:t>“</w:t>
      </w:r>
    </w:p>
    <w:p w14:paraId="351CE64A" w14:textId="2A14989F" w:rsidR="00676934" w:rsidRPr="00503C0D" w:rsidRDefault="00676934" w:rsidP="00EB7F7C">
      <w:pPr>
        <w:pStyle w:val="Nadpis2"/>
        <w:numPr>
          <w:ilvl w:val="0"/>
          <w:numId w:val="0"/>
        </w:numPr>
      </w:pPr>
      <w:r w:rsidRPr="00503C0D">
        <w:t xml:space="preserve"> </w:t>
      </w:r>
      <w:r w:rsidR="00D9091B" w:rsidRPr="00503C0D">
        <w:t>(dále jen „PD</w:t>
      </w:r>
      <w:r w:rsidRPr="00503C0D">
        <w:t>“)</w:t>
      </w:r>
    </w:p>
    <w:p w14:paraId="77AC17D7" w14:textId="77777777" w:rsidR="00096567" w:rsidRDefault="00096567" w:rsidP="007A3FFA"/>
    <w:p w14:paraId="673652D5" w14:textId="77777777" w:rsidR="00680433" w:rsidRDefault="00680433" w:rsidP="007A3FFA"/>
    <w:p w14:paraId="201B8958" w14:textId="77777777" w:rsidR="00EB4491" w:rsidRPr="0092333B" w:rsidRDefault="00EB4491" w:rsidP="00EB7F7C">
      <w:pPr>
        <w:pStyle w:val="Nadpis2"/>
        <w:rPr>
          <w:b/>
        </w:rPr>
      </w:pPr>
      <w:r w:rsidRPr="0092333B">
        <w:rPr>
          <w:b/>
        </w:rPr>
        <w:t>Bližší technické podmínky a rozsah díla:</w:t>
      </w:r>
    </w:p>
    <w:p w14:paraId="4EB77049" w14:textId="77777777" w:rsidR="00883AF0" w:rsidRDefault="00883AF0" w:rsidP="00883AF0">
      <w:pPr>
        <w:tabs>
          <w:tab w:val="left" w:pos="567"/>
        </w:tabs>
      </w:pPr>
      <w:r w:rsidRPr="003911C7">
        <w:t>Předmětem veřejné zakázky je zpracování PD na celkov</w:t>
      </w:r>
      <w:r>
        <w:t xml:space="preserve">é řešení odvlhčení projevující se v přízemí budovy Nadačního domu č.p. 116 ul. Bří Lužů v Uherském Brodě. </w:t>
      </w:r>
    </w:p>
    <w:p w14:paraId="6E5B80E0" w14:textId="77777777" w:rsidR="00883AF0" w:rsidRDefault="00883AF0" w:rsidP="00883AF0">
      <w:pPr>
        <w:tabs>
          <w:tab w:val="left" w:pos="567"/>
        </w:tabs>
      </w:pPr>
    </w:p>
    <w:p w14:paraId="476C01D8" w14:textId="7BD0148F" w:rsidR="00883AF0" w:rsidRDefault="00883AF0" w:rsidP="00883AF0">
      <w:pPr>
        <w:tabs>
          <w:tab w:val="left" w:pos="567"/>
        </w:tabs>
      </w:pPr>
      <w:r>
        <w:t xml:space="preserve">Projektová dokumentace </w:t>
      </w:r>
      <w:r w:rsidR="0071160C">
        <w:t>v </w:t>
      </w:r>
      <w:r w:rsidR="005D7371">
        <w:t>rozsahu DPS</w:t>
      </w:r>
      <w:r w:rsidR="0071160C">
        <w:t xml:space="preserve">+PDPD </w:t>
      </w:r>
      <w:r>
        <w:t>bude řešit opatření a stavební úpravy objektu pro odstranění následků a zamezení prostupu vlhkosti do konstrukcích</w:t>
      </w:r>
      <w:r w:rsidRPr="0011569B">
        <w:t xml:space="preserve"> </w:t>
      </w:r>
      <w:r>
        <w:t xml:space="preserve">objektu důsledkem kapilární vzlínavosti, odstranění lokálních příčin od působení atmosférických vlivů a závad na rozvodech vnitřní kanalizace způsobujících zavlhání konstrukcí vč. odstranění důsledků vlhkosti. </w:t>
      </w:r>
    </w:p>
    <w:p w14:paraId="158F87AC" w14:textId="77777777" w:rsidR="00883AF0" w:rsidRDefault="00883AF0" w:rsidP="00883AF0">
      <w:pPr>
        <w:tabs>
          <w:tab w:val="left" w:pos="567"/>
        </w:tabs>
      </w:pPr>
      <w:r>
        <w:t xml:space="preserve">Objekt je nemovitou kulturní památkou , rej. č. ÚSKP 30335/7-3511, je situovaný v památkové zóně rejst. č. ÚSKP 2097-Uherský Brod s archeologickými nálety I. kategorie ID SAS 31861. </w:t>
      </w:r>
    </w:p>
    <w:p w14:paraId="53639247" w14:textId="77777777" w:rsidR="00AC2F51" w:rsidRDefault="00AC2F51" w:rsidP="00AC2F51">
      <w:pPr>
        <w:tabs>
          <w:tab w:val="left" w:pos="567"/>
        </w:tabs>
      </w:pPr>
    </w:p>
    <w:p w14:paraId="2DEF9DD0" w14:textId="77777777" w:rsidR="00AC2F51" w:rsidRDefault="00AC2F51" w:rsidP="00AC2F51">
      <w:pPr>
        <w:tabs>
          <w:tab w:val="left" w:pos="567"/>
        </w:tabs>
      </w:pPr>
      <w:r>
        <w:t xml:space="preserve">Součástí projektu </w:t>
      </w:r>
    </w:p>
    <w:p w14:paraId="5C85FD3E" w14:textId="78370D12" w:rsidR="00AC2F51" w:rsidRDefault="00AC2F51" w:rsidP="00E85706">
      <w:pPr>
        <w:pStyle w:val="Odstavecseseznamem"/>
        <w:numPr>
          <w:ilvl w:val="0"/>
          <w:numId w:val="23"/>
        </w:numPr>
        <w:tabs>
          <w:tab w:val="left" w:pos="567"/>
        </w:tabs>
        <w:ind w:left="426" w:hanging="284"/>
        <w:jc w:val="both"/>
      </w:pPr>
      <w:r w:rsidRPr="00B40B0D">
        <w:t xml:space="preserve">Zaměření </w:t>
      </w:r>
      <w:r>
        <w:t xml:space="preserve">a doměření </w:t>
      </w:r>
      <w:r w:rsidRPr="00B40B0D">
        <w:t>stávajícího stavu objektu</w:t>
      </w:r>
      <w:r>
        <w:t xml:space="preserve"> a digitalizace na podkladu tištěné dokumentace</w:t>
      </w:r>
      <w:r w:rsidR="00E85706">
        <w:t xml:space="preserve"> </w:t>
      </w:r>
      <w:r w:rsidR="00E85706" w:rsidRPr="00E85706">
        <w:t xml:space="preserve">v rozsahu nutném pro projekční řešení záměru </w:t>
      </w:r>
      <w:r w:rsidR="00E85706">
        <w:t xml:space="preserve"> sanace.</w:t>
      </w:r>
    </w:p>
    <w:p w14:paraId="1B5114B5" w14:textId="77777777" w:rsidR="00AC2F51" w:rsidRPr="00243F70" w:rsidRDefault="00AC2F51" w:rsidP="00AC2F51">
      <w:pPr>
        <w:pStyle w:val="Odstavecseseznamem"/>
        <w:numPr>
          <w:ilvl w:val="0"/>
          <w:numId w:val="23"/>
        </w:numPr>
        <w:tabs>
          <w:tab w:val="left" w:pos="567"/>
        </w:tabs>
        <w:ind w:left="426" w:hanging="284"/>
        <w:jc w:val="both"/>
      </w:pPr>
      <w:r w:rsidRPr="00243F70">
        <w:t>Prověření stávajícího stavu konstrukcí vč. revize průběhu a bezeškodnost kanalizačního potrubí vč. do něj zaústěných a nezaústěných přípojek mající potencionální dopad na vlhkost objektu.</w:t>
      </w:r>
    </w:p>
    <w:p w14:paraId="1FAD3D2E" w14:textId="3674A291" w:rsidR="00AC2F51" w:rsidRDefault="00AC2F51" w:rsidP="00AC2F51">
      <w:pPr>
        <w:pStyle w:val="Odstavecseseznamem"/>
        <w:numPr>
          <w:ilvl w:val="0"/>
          <w:numId w:val="23"/>
        </w:numPr>
        <w:tabs>
          <w:tab w:val="left" w:pos="567"/>
        </w:tabs>
        <w:ind w:left="426" w:hanging="284"/>
        <w:jc w:val="both"/>
      </w:pPr>
      <w:r>
        <w:t>Projekt přeložení elektroinstalací</w:t>
      </w:r>
      <w:r w:rsidR="008712F1">
        <w:t>, ústředního vytápění a rozvodů ZTI</w:t>
      </w:r>
      <w:r w:rsidR="00BC4E6F">
        <w:t xml:space="preserve"> se sanitou v</w:t>
      </w:r>
      <w:r w:rsidR="00F4717B">
        <w:t xml:space="preserve"> dotčených konstrukcích  sanované zóny</w:t>
      </w:r>
      <w:r w:rsidR="00E85706">
        <w:t>.</w:t>
      </w:r>
    </w:p>
    <w:p w14:paraId="4D675E4A" w14:textId="77777777" w:rsidR="00840DD0" w:rsidRDefault="00840DD0" w:rsidP="007A3FFA">
      <w:pPr>
        <w:pStyle w:val="Textdopisu"/>
      </w:pPr>
    </w:p>
    <w:p w14:paraId="76F2F1FF" w14:textId="3AFFFE39" w:rsidR="00EB7F7C" w:rsidRPr="00680433" w:rsidRDefault="00EB7F7C" w:rsidP="00EB7F7C">
      <w:pPr>
        <w:pStyle w:val="Nadpis2"/>
        <w:rPr>
          <w:b/>
        </w:rPr>
      </w:pPr>
      <w:r w:rsidRPr="00680433">
        <w:rPr>
          <w:b/>
        </w:rPr>
        <w:t>Podkladem pro zpracování PD:</w:t>
      </w:r>
    </w:p>
    <w:p w14:paraId="613AC303" w14:textId="7EA0FC15" w:rsidR="00EB7F7C" w:rsidRDefault="00EB7F7C" w:rsidP="00EB7F7C">
      <w:pPr>
        <w:pStyle w:val="XXLNEK"/>
        <w:spacing w:after="0"/>
        <w:rPr>
          <w:b w:val="0"/>
          <w:u w:val="none"/>
        </w:rPr>
      </w:pPr>
      <w:r w:rsidRPr="007C751C">
        <w:rPr>
          <w:b w:val="0"/>
          <w:u w:val="none"/>
        </w:rPr>
        <w:t>PD bude v</w:t>
      </w:r>
      <w:r w:rsidR="00AC2F51">
        <w:rPr>
          <w:b w:val="0"/>
          <w:u w:val="none"/>
        </w:rPr>
        <w:t xml:space="preserve"> souladu a bude respektovat </w:t>
      </w:r>
      <w:r w:rsidR="00AC2F51" w:rsidRPr="00AC2F51">
        <w:rPr>
          <w:b w:val="0"/>
          <w:u w:val="none"/>
        </w:rPr>
        <w:t>dokument „Koncepce sanace vlhkého zdiva“, kterou vypracovala společnost Izolace a sanace zdiva – PRINS, s.r.o., Čechova 969/19, 750 02 Přerov, IČ:28591747 v červenci 2024. Tato koncepce je výchozím podkladem, přičemž vlastní projekt bude navrhovat nejen v koncepci uvedené opatření</w:t>
      </w:r>
      <w:r w:rsidR="00AC2F51">
        <w:rPr>
          <w:b w:val="0"/>
          <w:u w:val="none"/>
        </w:rPr>
        <w:t xml:space="preserve"> </w:t>
      </w:r>
      <w:r w:rsidR="00AC2F51" w:rsidRPr="00AC2F51">
        <w:rPr>
          <w:b w:val="0"/>
          <w:u w:val="none"/>
        </w:rPr>
        <w:t>ale i jiná a nutná opatření pro zajištění funkčních hydroizolací</w:t>
      </w:r>
      <w:r w:rsidR="00E85706">
        <w:rPr>
          <w:b w:val="0"/>
          <w:u w:val="none"/>
        </w:rPr>
        <w:t>.</w:t>
      </w:r>
    </w:p>
    <w:p w14:paraId="0DCEA033" w14:textId="77777777" w:rsidR="00EB7F7C" w:rsidRDefault="00EB7F7C" w:rsidP="00EB7F7C">
      <w:pPr>
        <w:pStyle w:val="XXLNEK"/>
        <w:spacing w:after="0"/>
        <w:rPr>
          <w:b w:val="0"/>
          <w:u w:val="none"/>
        </w:rPr>
      </w:pPr>
    </w:p>
    <w:p w14:paraId="3CEA6CDC" w14:textId="07083E11" w:rsidR="00EB7F7C" w:rsidRPr="00680433" w:rsidRDefault="00EB7F7C" w:rsidP="00EB7F7C">
      <w:pPr>
        <w:pStyle w:val="Nadpis2"/>
        <w:rPr>
          <w:b/>
        </w:rPr>
      </w:pPr>
      <w:r w:rsidRPr="00680433">
        <w:rPr>
          <w:b/>
        </w:rPr>
        <w:t>Podmínky a rozsah díla:</w:t>
      </w:r>
    </w:p>
    <w:p w14:paraId="404C92C6" w14:textId="633482AA" w:rsidR="00EB7F7C" w:rsidRPr="00CD0D4B" w:rsidRDefault="00EB7F7C" w:rsidP="00EB7F7C">
      <w:pPr>
        <w:keepNext/>
        <w:numPr>
          <w:ilvl w:val="0"/>
          <w:numId w:val="24"/>
        </w:numPr>
        <w:rPr>
          <w:rFonts w:cs="Arial"/>
        </w:rPr>
      </w:pPr>
      <w:r w:rsidRPr="00CD0D4B">
        <w:t xml:space="preserve">Objednatel si v průběhu zpracování PD vyhrazuje právo konzultovat a případně upravit návrh řešení </w:t>
      </w:r>
      <w:r>
        <w:t xml:space="preserve">lokality nebo </w:t>
      </w:r>
      <w:r w:rsidRPr="00CD0D4B">
        <w:t xml:space="preserve">jednotlivých stavebních objektů s autorem </w:t>
      </w:r>
      <w:r w:rsidR="00203872">
        <w:t>prováděcího projektu</w:t>
      </w:r>
      <w:r w:rsidRPr="00CD0D4B">
        <w:t xml:space="preserve">. Návrh technického provedení bude </w:t>
      </w:r>
      <w:r>
        <w:t xml:space="preserve">před závěrečným vyhotovením </w:t>
      </w:r>
      <w:r w:rsidRPr="00CD0D4B">
        <w:t xml:space="preserve">objednateli předložen k odsouhlasení. </w:t>
      </w:r>
    </w:p>
    <w:p w14:paraId="3954E07C" w14:textId="77777777" w:rsidR="00EB7F7C" w:rsidRDefault="00EB7F7C" w:rsidP="00EB7F7C">
      <w:pPr>
        <w:pStyle w:val="XXLNEK"/>
        <w:numPr>
          <w:ilvl w:val="0"/>
          <w:numId w:val="24"/>
        </w:numPr>
        <w:spacing w:after="0"/>
        <w:rPr>
          <w:b w:val="0"/>
          <w:u w:val="none"/>
        </w:rPr>
      </w:pPr>
      <w:r>
        <w:rPr>
          <w:b w:val="0"/>
          <w:u w:val="none"/>
        </w:rPr>
        <w:t xml:space="preserve">     Pokud budou v řízení pro</w:t>
      </w:r>
      <w:r w:rsidRPr="006353C8">
        <w:rPr>
          <w:b w:val="0"/>
          <w:u w:val="none"/>
        </w:rPr>
        <w:t xml:space="preserve"> </w:t>
      </w:r>
      <w:r w:rsidRPr="00CD714A">
        <w:rPr>
          <w:b w:val="0"/>
          <w:u w:val="none"/>
        </w:rPr>
        <w:t>vydání povolení záměru</w:t>
      </w:r>
      <w:r>
        <w:rPr>
          <w:b w:val="0"/>
          <w:u w:val="none"/>
        </w:rPr>
        <w:t xml:space="preserve"> </w:t>
      </w:r>
      <w:r w:rsidRPr="006353C8">
        <w:rPr>
          <w:b w:val="0"/>
          <w:u w:val="none"/>
        </w:rPr>
        <w:t xml:space="preserve">obsaženy podmínky, které bude nutno zapracovat do PD, zhotovitel toto provede </w:t>
      </w:r>
      <w:r>
        <w:rPr>
          <w:b w:val="0"/>
          <w:u w:val="none"/>
        </w:rPr>
        <w:t>včetně</w:t>
      </w:r>
      <w:r w:rsidRPr="006353C8">
        <w:rPr>
          <w:b w:val="0"/>
          <w:u w:val="none"/>
        </w:rPr>
        <w:t xml:space="preserve"> výměny dotčených výkresů a částí rozpočtu resp. výkazu výměr v předané dokumentaci</w:t>
      </w:r>
      <w:r>
        <w:rPr>
          <w:b w:val="0"/>
          <w:u w:val="none"/>
        </w:rPr>
        <w:t>. T</w:t>
      </w:r>
      <w:r w:rsidRPr="006353C8">
        <w:rPr>
          <w:b w:val="0"/>
          <w:u w:val="none"/>
        </w:rPr>
        <w:t>ěmito úkony nevzniká zhotoviteli nárok na úpravu ceny za dílo.</w:t>
      </w:r>
    </w:p>
    <w:p w14:paraId="0834BA5C" w14:textId="77777777" w:rsidR="00EB7F7C" w:rsidRDefault="00EB7F7C" w:rsidP="00EB7F7C">
      <w:pPr>
        <w:pStyle w:val="Zkladntext"/>
        <w:keepNext/>
        <w:numPr>
          <w:ilvl w:val="0"/>
          <w:numId w:val="24"/>
        </w:numPr>
        <w:spacing w:after="0"/>
      </w:pPr>
      <w:r w:rsidRPr="00FB0B8A">
        <w:t>Rozpočty budou zpracovány v cenové úrovni RTS příp. URS platné v době předání projektu.</w:t>
      </w:r>
    </w:p>
    <w:p w14:paraId="63F251C1" w14:textId="77777777" w:rsidR="00680433" w:rsidRPr="00FB0B8A" w:rsidRDefault="00680433" w:rsidP="00680433">
      <w:pPr>
        <w:pStyle w:val="Zkladntext"/>
        <w:keepNext/>
        <w:spacing w:after="0"/>
        <w:ind w:left="720"/>
      </w:pPr>
    </w:p>
    <w:p w14:paraId="4AE48C62" w14:textId="77777777" w:rsidR="00EB7F7C" w:rsidRPr="009B729B" w:rsidRDefault="00EB7F7C" w:rsidP="00EB7F7C">
      <w:pPr>
        <w:pStyle w:val="XXLNEK"/>
        <w:spacing w:after="0"/>
        <w:rPr>
          <w:b w:val="0"/>
          <w:u w:val="none"/>
        </w:rPr>
      </w:pPr>
    </w:p>
    <w:p w14:paraId="1CE8F8F0" w14:textId="61972075" w:rsidR="00680433" w:rsidRPr="00680433" w:rsidRDefault="00306599" w:rsidP="00680433">
      <w:pPr>
        <w:pStyle w:val="Nadpis2"/>
        <w:rPr>
          <w:b/>
        </w:rPr>
      </w:pPr>
      <w:r>
        <w:rPr>
          <w:b/>
        </w:rPr>
        <w:t xml:space="preserve">Dokumentace pro </w:t>
      </w:r>
      <w:r w:rsidR="00680433" w:rsidRPr="00680433">
        <w:rPr>
          <w:b/>
        </w:rPr>
        <w:t xml:space="preserve">povolení </w:t>
      </w:r>
      <w:r w:rsidR="005D7371">
        <w:rPr>
          <w:b/>
        </w:rPr>
        <w:t>stavby</w:t>
      </w:r>
      <w:r w:rsidR="008B76CA">
        <w:rPr>
          <w:b/>
        </w:rPr>
        <w:t xml:space="preserve"> (DPS</w:t>
      </w:r>
      <w:r w:rsidR="00680433" w:rsidRPr="00680433">
        <w:rPr>
          <w:b/>
        </w:rPr>
        <w:t>)</w:t>
      </w:r>
    </w:p>
    <w:p w14:paraId="2783E437" w14:textId="53A7B85E" w:rsidR="00EB7F7C" w:rsidRPr="00442E07" w:rsidRDefault="005D7371" w:rsidP="00680433">
      <w:pPr>
        <w:pStyle w:val="Nadpis2"/>
        <w:numPr>
          <w:ilvl w:val="0"/>
          <w:numId w:val="0"/>
        </w:numPr>
      </w:pPr>
      <w:r>
        <w:t>DPS</w:t>
      </w:r>
      <w:r w:rsidR="00680433">
        <w:t xml:space="preserve"> </w:t>
      </w:r>
      <w:r w:rsidR="00176F9E">
        <w:t>musí být zpracována</w:t>
      </w:r>
      <w:r w:rsidR="00176F9E" w:rsidRPr="007C751C">
        <w:t xml:space="preserve"> </w:t>
      </w:r>
      <w:r w:rsidR="00176F9E" w:rsidRPr="000122F3">
        <w:t>v souladu s přílohou č. 1 vyhlášky č. 131/2024 Sb.</w:t>
      </w:r>
      <w:r w:rsidR="00176F9E" w:rsidRPr="006804CF">
        <w:t xml:space="preserve"> o dokumentaci staveb</w:t>
      </w:r>
      <w:r w:rsidR="00176F9E">
        <w:t xml:space="preserve"> </w:t>
      </w:r>
      <w:r w:rsidR="00680433">
        <w:t>ve smyslu zákona č. 283/2021 Sb., stavební zákon a v rozsahu prováděcích předpisů o územním plánování a stavebním řádu (stavební zákon), ve znění pozdějších předpisů, a dle podmínek a požadavků objednatele a obecně závazných právních a technických předpisů. Zhotovitel bude při tvorbě projektové dokumentace zohledňovat připomínky objednatele.</w:t>
      </w:r>
    </w:p>
    <w:p w14:paraId="4441B0B1" w14:textId="77777777" w:rsidR="00F14ED7" w:rsidRDefault="00F14ED7" w:rsidP="007A3FFA">
      <w:pPr>
        <w:pStyle w:val="Textdopisu"/>
      </w:pPr>
    </w:p>
    <w:p w14:paraId="11990AE3" w14:textId="49655C66" w:rsidR="00840DD0" w:rsidRPr="00EB7F7C" w:rsidRDefault="00680433" w:rsidP="007A3FFA">
      <w:pPr>
        <w:pStyle w:val="podpisysmlouva"/>
        <w:rPr>
          <w:b/>
        </w:rPr>
      </w:pPr>
      <w:r>
        <w:rPr>
          <w:b/>
        </w:rPr>
        <w:t xml:space="preserve">3.06. </w:t>
      </w:r>
      <w:r w:rsidR="00840DD0" w:rsidRPr="00EB7F7C">
        <w:rPr>
          <w:b/>
        </w:rPr>
        <w:t>Projektová dokumentace pro provádění stavby (PDPS)</w:t>
      </w:r>
    </w:p>
    <w:p w14:paraId="3C0779E6" w14:textId="1CA2F18D" w:rsidR="00680433" w:rsidRDefault="00680433" w:rsidP="00680433">
      <w:pPr>
        <w:pStyle w:val="Textdopisu"/>
      </w:pPr>
      <w:r w:rsidRPr="00680433">
        <w:t xml:space="preserve">PDPS musí být zpracována </w:t>
      </w:r>
      <w:r w:rsidR="000122F3" w:rsidRPr="000122F3">
        <w:t xml:space="preserve">v souladu s přílohou č. 8 vyhlášky č. 131/2024 Sb. o rozsahu a obsahu projektové dokumentace </w:t>
      </w:r>
      <w:r w:rsidR="000122F3">
        <w:t>pro provádění stavby</w:t>
      </w:r>
      <w:r w:rsidR="000122F3" w:rsidRPr="000122F3">
        <w:t xml:space="preserve"> dle zákona </w:t>
      </w:r>
      <w:r w:rsidRPr="00680433">
        <w:t>č. 283/2021 Sb., stavební zákon, ve znění pozdějších předpisů,</w:t>
      </w:r>
      <w:r w:rsidRPr="00D8228A">
        <w:t xml:space="preserve"> </w:t>
      </w:r>
      <w:r w:rsidRPr="00D8228A">
        <w:lastRenderedPageBreak/>
        <w:t xml:space="preserve">o územním plánování </w:t>
      </w:r>
      <w:r w:rsidRPr="00893A20">
        <w:t xml:space="preserve">a stavebním řádu (stavební zákon), ve znění pozdějších předpisů, včetně všech souvisejících směrnic. </w:t>
      </w:r>
    </w:p>
    <w:p w14:paraId="05DC4C3E" w14:textId="77777777" w:rsidR="00680433" w:rsidRDefault="00680433" w:rsidP="00680433">
      <w:pPr>
        <w:pStyle w:val="Textdopisu"/>
      </w:pPr>
      <w:r w:rsidRPr="00D8228A">
        <w:t xml:space="preserve">PDPS bude dále obsahovat soupis prací s podrobným výkazem výměr (dále jen „SP“). Rozsah soupisu prací s výkazem výměr SP je určen vyhláškou </w:t>
      </w:r>
      <w:r w:rsidRPr="00FB0B8A">
        <w:t>č. 169/2016 Sb.,</w:t>
      </w:r>
      <w:r w:rsidRPr="00D8228A">
        <w:t xml:space="preserve"> o stanovení rozsahu dokumentace veřejné zakázky na stavební práce a soupisu stavebních prací, dodávek a služeb s výkazem výměr, ve znění pozdějších předpisů. Soupis prací s výkazem výměr (SP) musí být zpracován v tabulkovém editoru.</w:t>
      </w:r>
    </w:p>
    <w:p w14:paraId="6F659846" w14:textId="77777777" w:rsidR="00680433" w:rsidRDefault="00680433" w:rsidP="00680433">
      <w:pPr>
        <w:pStyle w:val="Textdopisu"/>
      </w:pPr>
    </w:p>
    <w:p w14:paraId="278FA6A6" w14:textId="77777777" w:rsidR="00680433" w:rsidRDefault="00680433" w:rsidP="00680433">
      <w:pPr>
        <w:pStyle w:val="Textdopisu"/>
      </w:pPr>
      <w:r>
        <w:t>PDPS bude vypracována ve smyslu zákona č. 134/2016 Sb., o zadávání veřejných zakázek, ve znění pozdějších předpisů. Technické specifikace musí být v souladu s požadavky § 89 a násl. zákona č. 134/2016 Sb., o zadávání veřejných zakázek, ve znění pozdějších předpisů.</w:t>
      </w:r>
    </w:p>
    <w:p w14:paraId="499FD45C" w14:textId="35524F8F" w:rsidR="00680433" w:rsidRDefault="00680433" w:rsidP="00680433">
      <w:pPr>
        <w:pStyle w:val="podpisysmlouva"/>
      </w:pPr>
      <w:r>
        <w:t xml:space="preserve">Součástí díla bude vedle PDPS i kontrolní položkový rozpočet stavby (dále jen „KR“) – oceněný soupis prací s výkazem výměr. Tento bude zpracován v aktuální cenové úrovni za použití s objednatelem dohodnutých ceníků a odborných znalostí zhotovitele. Zhotovitel bude plně odpovídat za úplnost zpracování SP a KR a za jeho soulad se zákonem č. 134/2016 Sb., o zadávání veřejných zakázek, ve znění pozdějších předpisů. </w:t>
      </w:r>
      <w:r w:rsidRPr="0046568B">
        <w:rPr>
          <w:b/>
        </w:rPr>
        <w:t>Členění SP a PR bude předem konzultováno s</w:t>
      </w:r>
      <w:r>
        <w:rPr>
          <w:b/>
        </w:rPr>
        <w:t> </w:t>
      </w:r>
      <w:r w:rsidRPr="0046568B">
        <w:rPr>
          <w:b/>
        </w:rPr>
        <w:t>objednatelem</w:t>
      </w:r>
      <w:r>
        <w:rPr>
          <w:b/>
        </w:rPr>
        <w:t xml:space="preserve"> – především rozdělení způsobilých </w:t>
      </w:r>
      <w:r>
        <w:rPr>
          <w:b/>
        </w:rPr>
        <w:br/>
        <w:t>a nezpůsobilých nákladů dle dotačního titulu</w:t>
      </w:r>
      <w:r w:rsidR="00AC2F51" w:rsidRPr="00AC2F51">
        <w:t>,</w:t>
      </w:r>
      <w:r w:rsidR="00AC2F51">
        <w:rPr>
          <w:b/>
        </w:rPr>
        <w:t xml:space="preserve"> </w:t>
      </w:r>
      <w:r w:rsidR="00AC2F51" w:rsidRPr="00AC2F51">
        <w:t>který bude objednatel využívat při spolufinancování realizace stavebního díla</w:t>
      </w:r>
      <w:r>
        <w:rPr>
          <w:b/>
        </w:rPr>
        <w:t>.</w:t>
      </w:r>
    </w:p>
    <w:p w14:paraId="22E6B62E" w14:textId="3E9C991B" w:rsidR="00F66923" w:rsidRDefault="00840DD0" w:rsidP="00F66923">
      <w:pPr>
        <w:pStyle w:val="Textdopisu"/>
      </w:pPr>
      <w:r>
        <w:t>Zhotovitel bude plně odpoví</w:t>
      </w:r>
      <w:r w:rsidR="00EB4491">
        <w:t xml:space="preserve">dat za úplnost zpracování SP a </w:t>
      </w:r>
      <w:r w:rsidR="00680433">
        <w:t xml:space="preserve">KR, </w:t>
      </w:r>
      <w:r>
        <w:t xml:space="preserve">za jeho soulad se zákonem č. 134/2016 Sb., o zadávání veřejných zakázek, ve znění pozdějších předpisů. </w:t>
      </w:r>
      <w:r w:rsidRPr="00F66923">
        <w:t xml:space="preserve">PDPS bude obsahovat i popis standardů – bez uvedení obchodních názvů. </w:t>
      </w:r>
    </w:p>
    <w:p w14:paraId="6E7952B6" w14:textId="77777777" w:rsidR="007F032D" w:rsidRDefault="007F032D" w:rsidP="007A3FFA">
      <w:pPr>
        <w:pStyle w:val="podpisysmlouva"/>
      </w:pPr>
    </w:p>
    <w:p w14:paraId="3F6711E5" w14:textId="5E416EB6" w:rsidR="007F032D" w:rsidRDefault="007F032D" w:rsidP="00680433">
      <w:pPr>
        <w:pStyle w:val="Nadpis2"/>
        <w:numPr>
          <w:ilvl w:val="1"/>
          <w:numId w:val="25"/>
        </w:numPr>
        <w:rPr>
          <w:b/>
        </w:rPr>
      </w:pPr>
      <w:r w:rsidRPr="00680433">
        <w:rPr>
          <w:b/>
        </w:rPr>
        <w:t>Další podmínky a upřesnění rozsahu a zpracování díla:</w:t>
      </w:r>
    </w:p>
    <w:p w14:paraId="7CE2B7AF" w14:textId="1F5A62FE" w:rsidR="00680433" w:rsidRDefault="00680433" w:rsidP="00680433">
      <w:pPr>
        <w:pStyle w:val="Textdopisu"/>
      </w:pPr>
      <w:r>
        <w:t>Součástí projektové dokumentace PDPS 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w:t>
      </w:r>
      <w:r w:rsidR="00CC56BB">
        <w:t> </w:t>
      </w:r>
      <w:r>
        <w:t>o</w:t>
      </w:r>
      <w:r w:rsidR="00CC56BB">
        <w:t> </w:t>
      </w:r>
      <w:r>
        <w:t>zajištění bezpečnosti a ochrany zdraví při činnosti nebo poskytování služeb mimo pracovněprávní vztahy (zákon o zajištění dalších podmínek bezpečnosti a ochrany zdraví při práci), ve znění pozdějších předpisů.</w:t>
      </w:r>
    </w:p>
    <w:p w14:paraId="702648BE" w14:textId="7085AE30" w:rsidR="007B696B" w:rsidRDefault="007B696B" w:rsidP="007A3FFA">
      <w:pPr>
        <w:pStyle w:val="Zkladntextodsazen"/>
        <w:numPr>
          <w:ilvl w:val="0"/>
          <w:numId w:val="5"/>
        </w:numPr>
      </w:pPr>
      <w:r w:rsidRPr="00E67967">
        <w:t xml:space="preserve">Zhotovitel svolá minimálně </w:t>
      </w:r>
      <w:r w:rsidR="00CC56BB">
        <w:t>2</w:t>
      </w:r>
      <w:r w:rsidRPr="00E67967">
        <w:t xml:space="preserve"> výrobní výbor</w:t>
      </w:r>
      <w:r w:rsidR="00CC56BB">
        <w:t>y</w:t>
      </w:r>
      <w:r w:rsidRPr="00E67967">
        <w:t xml:space="preserve"> v</w:t>
      </w:r>
      <w:r w:rsidR="00973D2D">
        <w:t> </w:t>
      </w:r>
      <w:r w:rsidRPr="00E67967">
        <w:t>průběhu</w:t>
      </w:r>
      <w:r w:rsidR="00973D2D">
        <w:t xml:space="preserve"> zpracování</w:t>
      </w:r>
      <w:r w:rsidRPr="00E67967">
        <w:t xml:space="preserve"> </w:t>
      </w:r>
      <w:r>
        <w:t>PD a rozpočtu</w:t>
      </w:r>
      <w:r w:rsidRPr="00E67967">
        <w:t>.</w:t>
      </w:r>
      <w:r>
        <w:t xml:space="preserve"> Zhotovitel zašle podklady pro jednání s dvoudenním předstihem, vyhotoví z každého projednání/výrobního výboru zápis, který bude součástí díla – dokladové části. </w:t>
      </w:r>
    </w:p>
    <w:p w14:paraId="07C196F7" w14:textId="2BCA41C0"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497C33">
        <w:t>v odst. 4</w:t>
      </w:r>
      <w:r w:rsidR="00441305" w:rsidRPr="00497C33">
        <w:t>.01 pro délku realizace stavby</w:t>
      </w:r>
      <w:r w:rsidR="007003DF" w:rsidRPr="00497C33">
        <w:t xml:space="preserve"> </w:t>
      </w:r>
      <w:r w:rsidR="00AC2F51">
        <w:t>4</w:t>
      </w:r>
      <w:r w:rsidR="00C674BF" w:rsidRPr="00497C33">
        <w:t xml:space="preserve"> měsíce</w:t>
      </w:r>
      <w:r w:rsidR="00C674BF">
        <w:t xml:space="preserve"> s účastí na kontrolních dnech (KD), které budou</w:t>
      </w:r>
      <w:r w:rsidR="007B55CC">
        <w:t xml:space="preserve"> probíhat jednou </w:t>
      </w:r>
      <w:r w:rsidR="00C56008">
        <w:t>týd</w:t>
      </w:r>
      <w:r w:rsidR="007B55CC">
        <w:t>n</w:t>
      </w:r>
      <w:r w:rsidR="00AC2F51">
        <w:t>ě</w:t>
      </w:r>
      <w:r w:rsidR="00C56008">
        <w:t xml:space="preserve"> (tj. </w:t>
      </w:r>
      <w:r w:rsidR="00AC2F51">
        <w:t>1</w:t>
      </w:r>
      <w:r w:rsidR="00CC56BB">
        <w:t xml:space="preserve">6 </w:t>
      </w:r>
      <w:r w:rsidR="00C674BF">
        <w:t>x účast na KD)</w:t>
      </w:r>
      <w:r w:rsidR="00AC2F51">
        <w:t xml:space="preserve"> a 1</w:t>
      </w:r>
      <w:r w:rsidR="00094021">
        <w:t>0 h kancelářské práce</w:t>
      </w:r>
      <w:r w:rsidR="00C674BF">
        <w:t>. Autorsky dozor bude probíhat na výzvu objednatele, pokud nebude dohodnuto jinak.</w:t>
      </w:r>
    </w:p>
    <w:p w14:paraId="28C9319D" w14:textId="1DB88B4E" w:rsidR="00DF599E" w:rsidRDefault="00DF599E" w:rsidP="007A3FFA">
      <w:pPr>
        <w:pStyle w:val="Zkladntextodsazen"/>
      </w:pPr>
      <w:r>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w:t>
      </w:r>
      <w:r w:rsidR="00973D2D">
        <w:t xml:space="preserve">jím určeným </w:t>
      </w:r>
      <w:r>
        <w:t xml:space="preserve">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14:paraId="49810A22" w14:textId="0D0E3D60" w:rsidR="007B696B" w:rsidRDefault="000F2761" w:rsidP="007A3FFA">
      <w:pPr>
        <w:pStyle w:val="Zkladntextodsazen"/>
      </w:pPr>
      <w:r w:rsidRPr="00E67967">
        <w:t>Pokud budou v</w:t>
      </w:r>
      <w:r w:rsidR="00CC56BB">
        <w:t> </w:t>
      </w:r>
      <w:r w:rsidR="009C4D60">
        <w:t>řízení</w:t>
      </w:r>
      <w:r w:rsidR="00CC56BB">
        <w:t xml:space="preserve"> na povolení záměru</w:t>
      </w:r>
      <w:r w:rsidR="009C4D60">
        <w:t xml:space="preserve">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14:paraId="4CC67612" w14:textId="77777777" w:rsidR="00CC56BB" w:rsidRPr="00601F69" w:rsidRDefault="00CC56BB" w:rsidP="00CC56BB">
      <w:pPr>
        <w:pStyle w:val="Zkladntextodsazen"/>
      </w:pPr>
      <w:r w:rsidRPr="00601F69">
        <w:t xml:space="preserve">Součástí díla je výkon inženýrské činnosti, spočívající v dokladovatelném projednání s dotčenými orgány státní správy, organizacemi a vlastníky technické infrastruktury, spravujícími majetek v rozsahu řešeného území, doložení jejich kladných závazných stanovisek. Součástí PD bude písemná zpráva o zapracování připomínek do dokumentace. </w:t>
      </w:r>
    </w:p>
    <w:p w14:paraId="7F8FDAB6" w14:textId="77777777" w:rsidR="00CC56BB" w:rsidRDefault="00CC56BB" w:rsidP="00CC56BB">
      <w:pPr>
        <w:pStyle w:val="Zkladntextodsazen"/>
        <w:numPr>
          <w:ilvl w:val="0"/>
          <w:numId w:val="0"/>
        </w:numPr>
        <w:ind w:left="714"/>
      </w:pPr>
    </w:p>
    <w:p w14:paraId="766E99BB" w14:textId="3ADFDD4F" w:rsidR="00C439B8" w:rsidRPr="00CC56BB" w:rsidRDefault="00445EB0" w:rsidP="00CC56BB">
      <w:pPr>
        <w:pStyle w:val="Nadpis2"/>
        <w:numPr>
          <w:ilvl w:val="1"/>
          <w:numId w:val="25"/>
        </w:numPr>
        <w:rPr>
          <w:b/>
        </w:rPr>
      </w:pPr>
      <w:r w:rsidRPr="00CC56BB">
        <w:rPr>
          <w:b/>
        </w:rPr>
        <w:t>Požadovaný počet vyhotovení</w:t>
      </w:r>
      <w:r w:rsidR="00DB48EE" w:rsidRPr="00CC56BB">
        <w:rPr>
          <w:b/>
        </w:rPr>
        <w:t xml:space="preserve"> PD</w:t>
      </w:r>
      <w:r w:rsidRPr="00CC56BB">
        <w:rPr>
          <w:b/>
        </w:rPr>
        <w:t>:</w:t>
      </w:r>
    </w:p>
    <w:p w14:paraId="765533F5" w14:textId="77777777" w:rsidR="00CC56BB" w:rsidRDefault="00CC56BB" w:rsidP="007A3FFA">
      <w:pPr>
        <w:pStyle w:val="Zkladntextodsazen2"/>
      </w:pPr>
    </w:p>
    <w:p w14:paraId="2C826522" w14:textId="3B8D1723" w:rsidR="00CC56BB" w:rsidRDefault="005D7371" w:rsidP="00CC56BB">
      <w:pPr>
        <w:pStyle w:val="Zkladntextodsazen2"/>
        <w:ind w:left="3261" w:hanging="2552"/>
      </w:pPr>
      <w:r>
        <w:t>V tištěné podobě:</w:t>
      </w:r>
      <w:r>
        <w:tab/>
        <w:t>DPS</w:t>
      </w:r>
      <w:r w:rsidR="00CC56BB">
        <w:t xml:space="preserve"> koncept</w:t>
      </w:r>
      <w:r w:rsidR="00CC56BB">
        <w:tab/>
      </w:r>
      <w:r w:rsidR="00CC56BB">
        <w:tab/>
      </w:r>
      <w:r w:rsidR="00CC56BB">
        <w:tab/>
      </w:r>
      <w:r w:rsidR="00CC56BB">
        <w:tab/>
        <w:t>1 x paré</w:t>
      </w:r>
    </w:p>
    <w:p w14:paraId="216E93E8" w14:textId="3385B197" w:rsidR="00CC56BB" w:rsidRDefault="005D7371" w:rsidP="00CC56BB">
      <w:pPr>
        <w:pStyle w:val="Zkladntextodsazen2"/>
        <w:ind w:left="3261" w:hanging="2552"/>
      </w:pPr>
      <w:r>
        <w:tab/>
        <w:t>DPS</w:t>
      </w:r>
      <w:r w:rsidR="00CC56BB">
        <w:t xml:space="preserve"> pro podání žádosti</w:t>
      </w:r>
      <w:r w:rsidR="00CC56BB">
        <w:tab/>
      </w:r>
      <w:r w:rsidR="00CC56BB">
        <w:tab/>
      </w:r>
      <w:r w:rsidR="00CC56BB">
        <w:tab/>
        <w:t>2 x paré</w:t>
      </w:r>
    </w:p>
    <w:p w14:paraId="380ED2AC" w14:textId="6438450D" w:rsidR="00CC56BB" w:rsidRDefault="00CC56BB" w:rsidP="00CC56BB">
      <w:pPr>
        <w:pStyle w:val="Zkladntextodsazen2"/>
        <w:ind w:left="3261" w:hanging="2552"/>
      </w:pPr>
      <w:r>
        <w:tab/>
      </w:r>
      <w:r w:rsidRPr="00832D7E">
        <w:t>PDPS</w:t>
      </w:r>
      <w:r>
        <w:t xml:space="preserve"> konečného položkového</w:t>
      </w:r>
      <w:r>
        <w:tab/>
      </w:r>
      <w:r>
        <w:tab/>
        <w:t>6 x paré</w:t>
      </w:r>
    </w:p>
    <w:p w14:paraId="2A2CFADB" w14:textId="4BE965AE" w:rsidR="00CC56BB" w:rsidRDefault="00CC56BB" w:rsidP="00CC56BB">
      <w:pPr>
        <w:pStyle w:val="Zkladntextodsazen2"/>
        <w:ind w:left="3261" w:hanging="2552"/>
      </w:pPr>
      <w:r>
        <w:tab/>
        <w:t>rozpočtu stavby</w:t>
      </w:r>
      <w:r>
        <w:tab/>
      </w:r>
      <w:r>
        <w:tab/>
      </w:r>
      <w:r>
        <w:tab/>
      </w:r>
      <w:r>
        <w:tab/>
      </w:r>
      <w:r>
        <w:tab/>
      </w:r>
    </w:p>
    <w:p w14:paraId="1DE42FCA" w14:textId="77777777" w:rsidR="00CC56BB" w:rsidRDefault="00CC56BB" w:rsidP="00CC56BB">
      <w:pPr>
        <w:pStyle w:val="Textdopisu"/>
        <w:ind w:left="360"/>
      </w:pPr>
    </w:p>
    <w:p w14:paraId="5DFF866D" w14:textId="0B81D400" w:rsidR="00CC56BB" w:rsidRDefault="00CC56BB" w:rsidP="00CC56BB">
      <w:pPr>
        <w:pStyle w:val="Textdopisu"/>
        <w:ind w:left="360"/>
      </w:pPr>
      <w:r w:rsidRPr="00E67967">
        <w:t xml:space="preserve">Dokladovou část budou obsahovat všechna vyhotovení, </w:t>
      </w:r>
      <w:r>
        <w:t>KR</w:t>
      </w:r>
      <w:r w:rsidRPr="00E67967">
        <w:t xml:space="preserve"> bude v</w:t>
      </w:r>
      <w:r>
        <w:t xml:space="preserve"> paré 1, všechna </w:t>
      </w:r>
      <w:r w:rsidRPr="00E67967">
        <w:t>paré budou opatřena autorizačním razítkem.</w:t>
      </w:r>
      <w:r>
        <w:t xml:space="preserve"> </w:t>
      </w:r>
      <w:r w:rsidRPr="00E67967">
        <w:t>Případné vícetisky budou uplatněny samostatnou objednávkou za úhradu.</w:t>
      </w:r>
      <w:r>
        <w:t xml:space="preserve"> </w:t>
      </w:r>
    </w:p>
    <w:p w14:paraId="2ED4DBF1" w14:textId="77777777" w:rsidR="00CC56BB" w:rsidRDefault="00CC56BB" w:rsidP="00CC56BB">
      <w:pPr>
        <w:pStyle w:val="Textdopisu"/>
        <w:ind w:left="360"/>
      </w:pPr>
      <w:r w:rsidRPr="00D22603">
        <w:rPr>
          <w:rStyle w:val="Textpodtren"/>
          <w:u w:val="none"/>
        </w:rPr>
        <w:lastRenderedPageBreak/>
        <w:t>V digitální podobě:</w:t>
      </w:r>
      <w:r>
        <w:rPr>
          <w:rStyle w:val="Textpodtren"/>
          <w:u w:val="none"/>
        </w:rPr>
        <w:t xml:space="preserve"> </w:t>
      </w:r>
      <w:r>
        <w:t xml:space="preserve">1 </w:t>
      </w:r>
      <w:r w:rsidRPr="00E67967">
        <w:t xml:space="preserve">x </w:t>
      </w:r>
      <w:r>
        <w:t xml:space="preserve">CD samostatně pro SO rozdělené PD včetně SP, KR </w:t>
      </w:r>
      <w:r w:rsidRPr="00E67967">
        <w:t>v editovatelných formátech (dwg, dgn, doc, xls) a</w:t>
      </w:r>
      <w:r>
        <w:t> </w:t>
      </w:r>
      <w:r w:rsidRPr="00E67967">
        <w:t>v needitovatelných formátech (pdf)</w:t>
      </w:r>
      <w:r>
        <w:t>.</w:t>
      </w:r>
    </w:p>
    <w:p w14:paraId="5BF8B041" w14:textId="77777777" w:rsidR="00AD675A" w:rsidRDefault="000709D6" w:rsidP="007A3FFA">
      <w:pPr>
        <w:pStyle w:val="Nadpis1"/>
      </w:pPr>
      <w:r>
        <w:t>C</w:t>
      </w:r>
      <w:r w:rsidR="00AE17E7">
        <w:t xml:space="preserve">ena </w:t>
      </w:r>
      <w:r w:rsidR="003017DF" w:rsidRPr="00E67967">
        <w:t>za dílo</w:t>
      </w:r>
    </w:p>
    <w:p w14:paraId="6E8E978F" w14:textId="77777777" w:rsidR="00AD675A" w:rsidRDefault="00AD675A" w:rsidP="00EB7F7C">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p w14:paraId="6F594301" w14:textId="77777777" w:rsidR="00441305" w:rsidRDefault="00441305" w:rsidP="007A3FFA"/>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37"/>
        <w:gridCol w:w="1197"/>
        <w:gridCol w:w="2212"/>
      </w:tblGrid>
      <w:tr w:rsidR="00210F53" w:rsidRPr="00334CC8" w14:paraId="165EB259" w14:textId="77777777" w:rsidTr="005D7371">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14:paraId="4E6C7985" w14:textId="77777777" w:rsidR="00210F53" w:rsidRPr="00497C33" w:rsidRDefault="00210F53" w:rsidP="005D7371">
            <w:pPr>
              <w:jc w:val="center"/>
              <w:rPr>
                <w:b/>
              </w:rPr>
            </w:pPr>
          </w:p>
          <w:p w14:paraId="327EBC68" w14:textId="4919EB20" w:rsidR="00210F53" w:rsidRPr="00497C33" w:rsidRDefault="00094021" w:rsidP="005D7371">
            <w:pPr>
              <w:jc w:val="center"/>
              <w:rPr>
                <w:b/>
              </w:rPr>
            </w:pPr>
            <w:r w:rsidRPr="00497C33">
              <w:rPr>
                <w:b/>
              </w:rPr>
              <w:t>Jednotlivé části</w:t>
            </w:r>
            <w:r w:rsidR="00497C33">
              <w:rPr>
                <w:b/>
              </w:rPr>
              <w:t>/</w:t>
            </w:r>
            <w:r w:rsidR="00497C33" w:rsidRPr="00497C33">
              <w:rPr>
                <w:b/>
              </w:rPr>
              <w:t xml:space="preserve"> </w:t>
            </w:r>
            <w:r w:rsidR="00497C33">
              <w:rPr>
                <w:b/>
              </w:rPr>
              <w:t>stupně</w:t>
            </w:r>
            <w:r w:rsidRPr="00497C33">
              <w:rPr>
                <w:b/>
              </w:rPr>
              <w:t xml:space="preserve"> PD:</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430EBA7F" w14:textId="77777777" w:rsidR="00210F53" w:rsidRPr="00497C33" w:rsidRDefault="00210F53" w:rsidP="005D7371">
            <w:pPr>
              <w:jc w:val="center"/>
              <w:rPr>
                <w:b/>
              </w:rPr>
            </w:pPr>
          </w:p>
          <w:p w14:paraId="27157660" w14:textId="77777777" w:rsidR="00210F53" w:rsidRPr="00497C33" w:rsidRDefault="00210F53" w:rsidP="005D7371">
            <w:pPr>
              <w:jc w:val="center"/>
              <w:rPr>
                <w:b/>
              </w:rPr>
            </w:pPr>
            <w:r w:rsidRPr="00497C33">
              <w:rPr>
                <w:b/>
              </w:rPr>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7D6B0B5A" w14:textId="77777777" w:rsidR="00210F53" w:rsidRPr="00497C33" w:rsidRDefault="00210F53" w:rsidP="005D7371">
            <w:pPr>
              <w:jc w:val="center"/>
              <w:rPr>
                <w:b/>
              </w:rPr>
            </w:pPr>
          </w:p>
          <w:p w14:paraId="0E9F6AAB" w14:textId="77777777" w:rsidR="00210F53" w:rsidRPr="00497C33" w:rsidRDefault="00210F53" w:rsidP="005D7371">
            <w:pPr>
              <w:jc w:val="center"/>
              <w:rPr>
                <w:b/>
              </w:rPr>
            </w:pPr>
            <w:r w:rsidRPr="00497C33">
              <w:rPr>
                <w:b/>
              </w:rPr>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14:paraId="14CBD60D" w14:textId="77777777" w:rsidR="00210F53" w:rsidRPr="00497C33" w:rsidRDefault="00210F53" w:rsidP="005D7371">
            <w:pPr>
              <w:jc w:val="center"/>
              <w:rPr>
                <w:b/>
              </w:rPr>
            </w:pPr>
          </w:p>
          <w:p w14:paraId="6ADF5F7A" w14:textId="77777777" w:rsidR="00210F53" w:rsidRPr="00497C33" w:rsidRDefault="00210F53" w:rsidP="005D7371">
            <w:pPr>
              <w:jc w:val="center"/>
              <w:rPr>
                <w:b/>
              </w:rPr>
            </w:pPr>
            <w:r w:rsidRPr="00497C33">
              <w:rPr>
                <w:b/>
              </w:rPr>
              <w:t>Cena vč. DPH</w:t>
            </w:r>
          </w:p>
        </w:tc>
      </w:tr>
      <w:tr w:rsidR="005D7371" w:rsidRPr="00CC62D2" w14:paraId="0C11CEDE" w14:textId="77777777" w:rsidTr="005D7371">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49ECD0E1" w14:textId="2E1C4D19" w:rsidR="005D7371" w:rsidRDefault="005D7371" w:rsidP="005D7371">
            <w:r w:rsidRPr="00FE2859">
              <w:t xml:space="preserve">Dokumentace pro </w:t>
            </w:r>
            <w:r>
              <w:t>povolení stavby DPS a další potřebná povolení.</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162BB2" w14:textId="71A82A1D"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bookmarkStart w:id="1" w:name="_GoBack"/>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bookmarkEnd w:id="1"/>
            <w:r w:rsidRPr="00AC2F51">
              <w:rPr>
                <w:b/>
                <w:sz w:val="22"/>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970AFA" w14:textId="39F93FCB"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1B8D0552" w14:textId="6CB1124B"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56BBF135" w14:textId="77777777" w:rsidTr="005D7371">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2239D758" w14:textId="7527A9FD" w:rsidR="005D7371" w:rsidRDefault="005D7371" w:rsidP="005D7371">
            <w:r w:rsidRPr="00EE3AE6">
              <w:t xml:space="preserve">Projektová dokumentace pro </w:t>
            </w:r>
            <w:r>
              <w:t>povolení stavby</w:t>
            </w:r>
            <w:r w:rsidRPr="00EE3AE6">
              <w:t xml:space="preserve"> v</w:t>
            </w:r>
            <w:r>
              <w:t> </w:t>
            </w:r>
            <w:r w:rsidRPr="00EE3AE6">
              <w:t>podrobnosti dokumentace pro provádění stavby PDPS</w:t>
            </w:r>
            <w:r>
              <w:t xml:space="preserve">  včetně položkového rozpočtu a soupisu prací, dodávek a služeb s výkazem výměr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070364" w14:textId="624F6A15"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19E48D" w14:textId="38E8B8C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2461CB2B" w14:textId="40B4CE51"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48D932B9" w14:textId="77777777" w:rsidTr="005D7371">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426EF502" w14:textId="237781E5" w:rsidR="005D7371" w:rsidRDefault="005D7371" w:rsidP="005D7371">
            <w:r w:rsidRPr="00FE2859">
              <w:t xml:space="preserve">Zajištění kladných stanovisek orgánů a organizací dotčených pro </w:t>
            </w:r>
            <w:r>
              <w:t>povolení záměru.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BA1F2D" w14:textId="485A097E"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4AC5D5" w14:textId="275F1441"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0F9456F8" w14:textId="53672B7A"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5BEC6804" w14:textId="77777777" w:rsidTr="005D7371">
        <w:trPr>
          <w:trHeight w:val="380"/>
        </w:trPr>
        <w:tc>
          <w:tcPr>
            <w:tcW w:w="4701" w:type="dxa"/>
            <w:tcBorders>
              <w:top w:val="single" w:sz="4" w:space="0" w:color="auto"/>
              <w:left w:val="single" w:sz="12" w:space="0" w:color="auto"/>
              <w:bottom w:val="single" w:sz="12" w:space="0" w:color="auto"/>
              <w:right w:val="single" w:sz="4" w:space="0" w:color="auto"/>
            </w:tcBorders>
            <w:shd w:val="clear" w:color="auto" w:fill="auto"/>
            <w:vAlign w:val="center"/>
          </w:tcPr>
          <w:p w14:paraId="432DF6B0" w14:textId="513F2748" w:rsidR="005D7371" w:rsidRDefault="005D7371" w:rsidP="005D7371">
            <w:r w:rsidRPr="009142EA">
              <w:t xml:space="preserve">Cena za autorský dozor </w:t>
            </w:r>
            <w:r>
              <w:t xml:space="preserve"> – maximální, viz odst. 3.08. b) a 4.03. (16 x účast na KD + 10 h AD v kanceláři)</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555D8B0A" w14:textId="7546A2C8"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00ABD4F4" w14:textId="72659192"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12" w:space="0" w:color="auto"/>
              <w:right w:val="single" w:sz="12" w:space="0" w:color="auto"/>
            </w:tcBorders>
            <w:shd w:val="clear" w:color="auto" w:fill="auto"/>
            <w:vAlign w:val="center"/>
          </w:tcPr>
          <w:p w14:paraId="5B1551B5" w14:textId="47008DD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19DD7730" w14:textId="77777777" w:rsidTr="005D7371">
        <w:trPr>
          <w:trHeight w:val="380"/>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14:paraId="207000A2" w14:textId="51A3CDAF" w:rsidR="005D7371" w:rsidRPr="00FE2859" w:rsidRDefault="005D7371" w:rsidP="005D7371">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03D50918" w14:textId="1416928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1ECA80B6" w14:textId="41014593"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14:paraId="59B89949" w14:textId="68D6F922"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bl>
    <w:p w14:paraId="4B001330" w14:textId="77777777" w:rsidR="007B696B" w:rsidRDefault="007B696B" w:rsidP="007A3FFA"/>
    <w:p w14:paraId="5CECF738" w14:textId="77777777" w:rsidR="00210F53" w:rsidRDefault="00210F53" w:rsidP="007A3FFA">
      <w:pPr>
        <w:pStyle w:val="Textkomente"/>
      </w:pPr>
    </w:p>
    <w:p w14:paraId="09D516EF" w14:textId="77777777"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AE17E7" w:rsidRPr="00316933">
        <w:rPr>
          <w:rFonts w:cs="Arial"/>
          <w:b/>
        </w:rPr>
        <w:t>.</w:t>
      </w:r>
      <w:r w:rsidR="009D78E0" w:rsidRPr="00316933">
        <w:rPr>
          <w:rFonts w:cs="Arial"/>
          <w:b/>
        </w:rPr>
        <w:t xml:space="preserve"> </w:t>
      </w:r>
      <w:r w:rsidR="009D78E0" w:rsidRPr="00316933">
        <w:rPr>
          <w:b/>
        </w:rPr>
        <w:t>Dále na cenu díl</w:t>
      </w:r>
      <w:r w:rsidR="008B631E" w:rsidRPr="00316933">
        <w:rPr>
          <w:b/>
        </w:rPr>
        <w:t>a nemá vliv skutečnost,</w:t>
      </w:r>
      <w:r w:rsidR="008B631E" w:rsidRPr="00FE4F91">
        <w:t xml:space="preserve"> </w:t>
      </w:r>
      <w:r w:rsidR="008B631E" w:rsidRPr="00316933">
        <w:rPr>
          <w:b/>
        </w:rPr>
        <w:t>že může</w:t>
      </w:r>
      <w:r w:rsidR="009D78E0" w:rsidRPr="00316933">
        <w:rPr>
          <w:b/>
        </w:rPr>
        <w:t xml:space="preserve"> během zpracování díla dojít ke změnám vlivem rozhodnutí objednatele, tyto změny nepřesáhnou 10% rozsahu příslušného stupně PD.</w:t>
      </w:r>
    </w:p>
    <w:p w14:paraId="4EDD7E67" w14:textId="77777777" w:rsidR="003017DF" w:rsidRPr="00FE4F91" w:rsidRDefault="003017DF" w:rsidP="00EB7F7C">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14:paraId="22471C5F" w14:textId="0769FB1C" w:rsidR="00C674BF" w:rsidRDefault="00C674BF" w:rsidP="00497C33">
      <w:pPr>
        <w:pStyle w:val="Nadpis2"/>
      </w:pPr>
      <w:r w:rsidRPr="00441305">
        <w:rPr>
          <w:b/>
        </w:rPr>
        <w:t>Autorský dozor</w:t>
      </w:r>
      <w:r>
        <w:t xml:space="preserve"> </w:t>
      </w:r>
      <w:r w:rsidR="00441305">
        <w:t>(AD)</w:t>
      </w:r>
      <w:r w:rsidR="00316933">
        <w:t xml:space="preserve"> </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F9296C">
        <w:br/>
      </w:r>
      <w:r w:rsidR="004955FC" w:rsidRPr="00AC2F51">
        <w:rPr>
          <w:b/>
          <w:sz w:val="22"/>
          <w:highlight w:val="lightGray"/>
        </w:rPr>
        <w:fldChar w:fldCharType="begin">
          <w:ffData>
            <w:name w:val="Text3"/>
            <w:enabled/>
            <w:calcOnExit w:val="0"/>
            <w:textInput/>
          </w:ffData>
        </w:fldChar>
      </w:r>
      <w:r w:rsidR="004955FC" w:rsidRPr="00AC2F51">
        <w:rPr>
          <w:b/>
          <w:sz w:val="22"/>
          <w:highlight w:val="lightGray"/>
        </w:rPr>
        <w:instrText xml:space="preserve"> FORMTEXT </w:instrText>
      </w:r>
      <w:r w:rsidR="004955FC" w:rsidRPr="00AC2F51">
        <w:rPr>
          <w:b/>
          <w:sz w:val="22"/>
          <w:highlight w:val="lightGray"/>
        </w:rPr>
      </w:r>
      <w:r w:rsidR="004955FC" w:rsidRPr="00AC2F51">
        <w:rPr>
          <w:b/>
          <w:sz w:val="22"/>
          <w:highlight w:val="lightGray"/>
        </w:rPr>
        <w:fldChar w:fldCharType="separate"/>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fldChar w:fldCharType="end"/>
      </w:r>
      <w:r w:rsidR="004955FC">
        <w:rPr>
          <w:rStyle w:val="cena"/>
          <w:sz w:val="20"/>
        </w:rPr>
        <w:t xml:space="preserve"> </w:t>
      </w:r>
      <w:r w:rsidR="00441305" w:rsidRPr="00BA0CC9">
        <w:rPr>
          <w:rStyle w:val="cena"/>
          <w:sz w:val="20"/>
        </w:rPr>
        <w:t>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w:t>
      </w:r>
      <w:r w:rsidR="00316933">
        <w:t>1,5</w:t>
      </w:r>
      <w:r w:rsidR="007B55CC">
        <w:t xml:space="preserve">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p>
    <w:p w14:paraId="1D183205" w14:textId="0AE79691" w:rsidR="00441305" w:rsidRDefault="00441305" w:rsidP="00497C33">
      <w:pPr>
        <w:rPr>
          <w:rStyle w:val="cena"/>
          <w:b w:val="0"/>
          <w:sz w:val="20"/>
        </w:rPr>
      </w:pPr>
      <w:r>
        <w:t xml:space="preserve">Hodinová sazba AD za práce požadované objednatelem vykonávané v kanceláři bude fakturována částka </w:t>
      </w:r>
      <w:r w:rsidR="00F9296C">
        <w:br/>
      </w:r>
      <w:r w:rsidR="004955FC" w:rsidRPr="00AC2F51">
        <w:rPr>
          <w:b/>
          <w:sz w:val="22"/>
          <w:highlight w:val="lightGray"/>
        </w:rPr>
        <w:fldChar w:fldCharType="begin">
          <w:ffData>
            <w:name w:val="Text3"/>
            <w:enabled/>
            <w:calcOnExit w:val="0"/>
            <w:textInput/>
          </w:ffData>
        </w:fldChar>
      </w:r>
      <w:r w:rsidR="004955FC" w:rsidRPr="00AC2F51">
        <w:rPr>
          <w:b/>
          <w:sz w:val="22"/>
          <w:highlight w:val="lightGray"/>
        </w:rPr>
        <w:instrText xml:space="preserve"> FORMTEXT </w:instrText>
      </w:r>
      <w:r w:rsidR="004955FC" w:rsidRPr="00AC2F51">
        <w:rPr>
          <w:b/>
          <w:sz w:val="22"/>
          <w:highlight w:val="lightGray"/>
        </w:rPr>
      </w:r>
      <w:r w:rsidR="004955FC" w:rsidRPr="00AC2F51">
        <w:rPr>
          <w:b/>
          <w:sz w:val="22"/>
          <w:highlight w:val="lightGray"/>
        </w:rPr>
        <w:fldChar w:fldCharType="separate"/>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fldChar w:fldCharType="end"/>
      </w:r>
      <w:r w:rsidRPr="00BA0CC9">
        <w:rPr>
          <w:rStyle w:val="cena"/>
          <w:sz w:val="20"/>
        </w:rPr>
        <w:t xml:space="preserve"> Kč</w:t>
      </w:r>
      <w:r w:rsidRPr="00441305">
        <w:rPr>
          <w:rStyle w:val="cena"/>
          <w:b w:val="0"/>
          <w:sz w:val="20"/>
        </w:rPr>
        <w:t>.</w:t>
      </w:r>
    </w:p>
    <w:p w14:paraId="1B6529DC" w14:textId="77777777" w:rsidR="00497C33" w:rsidRPr="00441305" w:rsidRDefault="00497C33" w:rsidP="00497C33"/>
    <w:p w14:paraId="4443A48F" w14:textId="77777777" w:rsidR="003017DF" w:rsidRPr="00497C33" w:rsidRDefault="003017DF" w:rsidP="00EB7F7C">
      <w:pPr>
        <w:pStyle w:val="Nadpis2"/>
        <w:rPr>
          <w:b/>
        </w:rPr>
      </w:pPr>
      <w:r w:rsidRPr="00497C33">
        <w:rPr>
          <w:b/>
        </w:rPr>
        <w:t>Platební podmínky</w:t>
      </w:r>
    </w:p>
    <w:p w14:paraId="720CEB5F" w14:textId="77777777"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056EEE">
        <w:t xml:space="preserve"> do maximální výše 10%</w:t>
      </w:r>
      <w:r w:rsidR="00A81C7E" w:rsidRPr="00E67967">
        <w:t xml:space="preserve"> ceny</w:t>
      </w:r>
      <w:r w:rsidR="00056EEE">
        <w:t xml:space="preserve"> díla</w:t>
      </w:r>
      <w:r w:rsidR="00A81C7E" w:rsidRPr="00E67967">
        <w:t xml:space="preserve">, která bude uvolněna do 14 dnů po protokolárním </w:t>
      </w:r>
      <w:r w:rsidR="005936C4" w:rsidRPr="00E67967">
        <w:t>potvrzení</w:t>
      </w:r>
      <w:r w:rsidR="00A81C7E" w:rsidRPr="00E67967">
        <w:t xml:space="preserve"> odstraněných </w:t>
      </w:r>
      <w:r w:rsidR="005936C4" w:rsidRPr="00E67967">
        <w:t>vad a nedodělků.</w:t>
      </w:r>
    </w:p>
    <w:p w14:paraId="74AE8B27" w14:textId="77777777" w:rsidR="003017DF" w:rsidRPr="00E67967" w:rsidRDefault="00A81C7E" w:rsidP="009E0B5D">
      <w:pPr>
        <w:pStyle w:val="Zkladntext"/>
      </w:pPr>
      <w:r w:rsidRPr="00E67967">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8" w:history="1">
        <w:r w:rsidR="00EB4491">
          <w:rPr>
            <w:rStyle w:val="Hypertextovodkaz"/>
          </w:rPr>
          <w:t>podatelna@ub.cz</w:t>
        </w:r>
      </w:hyperlink>
      <w:r w:rsidR="003017DF" w:rsidRPr="00E67967">
        <w:t>.</w:t>
      </w:r>
    </w:p>
    <w:p w14:paraId="671D49E2" w14:textId="77777777" w:rsidR="003017DF" w:rsidRPr="00E67967" w:rsidRDefault="003017DF" w:rsidP="009E0B5D">
      <w:pPr>
        <w:pStyle w:val="Zkladntext"/>
      </w:pPr>
      <w:r w:rsidRPr="00E67967">
        <w:t>Faktura musí obsahovat veškeré náležitosti předepsané §</w:t>
      </w:r>
      <w:r w:rsidR="00EB4491">
        <w:t xml:space="preserve"> </w:t>
      </w:r>
      <w:r w:rsidRPr="00E67967">
        <w:t>28 zákona 235/2004 Sb. tak, aby bylo naprosto zřejmé, že slouží rovněž pro daňové účely.</w:t>
      </w:r>
    </w:p>
    <w:p w14:paraId="69A84089" w14:textId="77777777"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14:paraId="76C0B503" w14:textId="77777777" w:rsidR="00390F7B" w:rsidRDefault="003017DF" w:rsidP="009E0B5D">
      <w:pPr>
        <w:pStyle w:val="Zkladntext"/>
      </w:pPr>
      <w:r w:rsidRPr="00E67967">
        <w:t>Platby budou provedeny v tuzemské měně (v Kč)</w:t>
      </w:r>
    </w:p>
    <w:p w14:paraId="59ED2DD9" w14:textId="77777777" w:rsidR="003017DF" w:rsidRPr="00E67967" w:rsidRDefault="00693CEF" w:rsidP="007A3FFA">
      <w:pPr>
        <w:pStyle w:val="Nadpis1"/>
      </w:pPr>
      <w:r>
        <w:t xml:space="preserve">Doba </w:t>
      </w:r>
      <w:r w:rsidR="002D7BF0">
        <w:t>a místo</w:t>
      </w:r>
      <w:r w:rsidR="003017DF" w:rsidRPr="00E67967">
        <w:t xml:space="preserve"> plnění</w:t>
      </w:r>
    </w:p>
    <w:p w14:paraId="7B04BE1D" w14:textId="77777777" w:rsidR="00FB7412" w:rsidRPr="00E67967" w:rsidRDefault="005936C4" w:rsidP="00EB7F7C">
      <w:pPr>
        <w:pStyle w:val="Nadpis2"/>
      </w:pPr>
      <w:r w:rsidRPr="00E67967">
        <w:t>Dílo</w:t>
      </w:r>
      <w:r w:rsidR="00B06F46">
        <w:t>, resp. jeho dílčí části,</w:t>
      </w:r>
      <w:r w:rsidRPr="00E67967">
        <w:t xml:space="preserve"> bude předáváno postupně v těchto termínech:</w:t>
      </w:r>
    </w:p>
    <w:p w14:paraId="7FFE4808" w14:textId="77777777" w:rsidR="00004C4D" w:rsidRDefault="00004C4D" w:rsidP="007A3FFA">
      <w:pPr>
        <w:pStyle w:val="Zkladntextodsazen2"/>
      </w:pPr>
    </w:p>
    <w:p w14:paraId="591E5184" w14:textId="77777777" w:rsidR="00094021" w:rsidRPr="000122F3" w:rsidRDefault="00094021" w:rsidP="00BA0CC9">
      <w:pPr>
        <w:pStyle w:val="Zkladntextodsazen2"/>
        <w:tabs>
          <w:tab w:val="right" w:pos="8222"/>
        </w:tabs>
      </w:pPr>
      <w:r w:rsidRPr="000122F3">
        <w:t>Dílčí termín</w:t>
      </w:r>
      <w:r w:rsidR="006915E3" w:rsidRPr="000122F3">
        <w:t>y</w:t>
      </w:r>
      <w:r w:rsidRPr="000122F3">
        <w:t xml:space="preserve"> – milník</w:t>
      </w:r>
      <w:r w:rsidR="006915E3" w:rsidRPr="000122F3">
        <w:t>y</w:t>
      </w:r>
      <w:r w:rsidRPr="000122F3">
        <w:t>:</w:t>
      </w:r>
    </w:p>
    <w:p w14:paraId="1A9FAFBA" w14:textId="1C49B26E" w:rsidR="006915E3" w:rsidRPr="000122F3" w:rsidRDefault="006915E3" w:rsidP="00BA0CC9">
      <w:pPr>
        <w:pStyle w:val="Zkladntextodsazen2"/>
        <w:tabs>
          <w:tab w:val="right" w:pos="8222"/>
        </w:tabs>
        <w:rPr>
          <w:rStyle w:val="cena"/>
          <w:sz w:val="20"/>
        </w:rPr>
      </w:pPr>
      <w:r w:rsidRPr="000122F3">
        <w:t xml:space="preserve">Koncept </w:t>
      </w:r>
      <w:r w:rsidR="005D7371">
        <w:t>DPS</w:t>
      </w:r>
      <w:r w:rsidRPr="000122F3">
        <w:t xml:space="preserve"> k připomínkování </w:t>
      </w:r>
      <w:r w:rsidRPr="000122F3">
        <w:tab/>
      </w:r>
      <w:r w:rsidRPr="000122F3">
        <w:tab/>
      </w:r>
      <w:r w:rsidR="00497C33" w:rsidRPr="000122F3">
        <w:t xml:space="preserve">  </w:t>
      </w:r>
      <w:r w:rsidRPr="000122F3">
        <w:t xml:space="preserve">do </w:t>
      </w:r>
      <w:r w:rsidR="005D7371">
        <w:rPr>
          <w:rStyle w:val="cena"/>
          <w:sz w:val="20"/>
        </w:rPr>
        <w:t>01.06</w:t>
      </w:r>
      <w:r w:rsidRPr="000122F3">
        <w:rPr>
          <w:rStyle w:val="cena"/>
          <w:sz w:val="20"/>
        </w:rPr>
        <w:t>.202</w:t>
      </w:r>
      <w:r w:rsidR="0038551B">
        <w:rPr>
          <w:rStyle w:val="cena"/>
          <w:sz w:val="20"/>
        </w:rPr>
        <w:t>5</w:t>
      </w:r>
    </w:p>
    <w:p w14:paraId="0D10BE7D" w14:textId="77777777" w:rsidR="00497C33" w:rsidRPr="000122F3" w:rsidRDefault="00497C33" w:rsidP="007A3FFA">
      <w:pPr>
        <w:pStyle w:val="Zkladntextodsazen2"/>
      </w:pPr>
    </w:p>
    <w:p w14:paraId="74013D43" w14:textId="43195FF0" w:rsidR="00C259F1" w:rsidRPr="000122F3" w:rsidRDefault="005D7371" w:rsidP="007A3FFA">
      <w:pPr>
        <w:pStyle w:val="Zkladntextodsazen2"/>
      </w:pPr>
      <w:r>
        <w:lastRenderedPageBreak/>
        <w:t>DPS</w:t>
      </w:r>
      <w:r w:rsidR="0092333B" w:rsidRPr="000122F3">
        <w:t xml:space="preserve"> vč. dokladové části, </w:t>
      </w:r>
      <w:r w:rsidR="00C259F1" w:rsidRPr="000122F3">
        <w:t xml:space="preserve">PDPS čistopis </w:t>
      </w:r>
      <w:r w:rsidR="00004C4D" w:rsidRPr="000122F3">
        <w:t>včetně položkového</w:t>
      </w:r>
    </w:p>
    <w:p w14:paraId="5BBF9E20" w14:textId="208CA39B" w:rsidR="00151764" w:rsidRDefault="00004C4D" w:rsidP="00497C33">
      <w:pPr>
        <w:pStyle w:val="Zkladntextodsazen2"/>
        <w:rPr>
          <w:rStyle w:val="cena"/>
        </w:rPr>
      </w:pPr>
      <w:r w:rsidRPr="000122F3">
        <w:t>rozpočtu</w:t>
      </w:r>
      <w:r w:rsidR="00C259F1" w:rsidRPr="000122F3">
        <w:t xml:space="preserve"> </w:t>
      </w:r>
      <w:r w:rsidRPr="000122F3">
        <w:t>stavby, soupisu prací s výkazem výměr</w:t>
      </w:r>
      <w:r w:rsidR="001F6D3D" w:rsidRPr="000122F3">
        <w:t>.</w:t>
      </w:r>
      <w:r w:rsidR="003E052E" w:rsidRPr="000122F3">
        <w:t>:</w:t>
      </w:r>
      <w:r w:rsidR="00497C33" w:rsidRPr="000122F3">
        <w:tab/>
      </w:r>
      <w:r w:rsidR="00C259F1" w:rsidRPr="000122F3">
        <w:tab/>
      </w:r>
      <w:r w:rsidR="00497C33" w:rsidRPr="000122F3">
        <w:t xml:space="preserve">           </w:t>
      </w:r>
      <w:r w:rsidR="001F6D3D" w:rsidRPr="000122F3">
        <w:t xml:space="preserve">do </w:t>
      </w:r>
      <w:r w:rsidR="005D7371">
        <w:rPr>
          <w:rStyle w:val="cena"/>
          <w:sz w:val="20"/>
        </w:rPr>
        <w:t>30.09</w:t>
      </w:r>
      <w:r w:rsidR="00497C33" w:rsidRPr="000122F3">
        <w:rPr>
          <w:rStyle w:val="cena"/>
          <w:sz w:val="20"/>
        </w:rPr>
        <w:t>.</w:t>
      </w:r>
      <w:r w:rsidR="009E0B5D" w:rsidRPr="000122F3">
        <w:rPr>
          <w:rStyle w:val="cena"/>
          <w:sz w:val="20"/>
        </w:rPr>
        <w:t>202</w:t>
      </w:r>
      <w:r w:rsidR="00E85706">
        <w:rPr>
          <w:rStyle w:val="cena"/>
          <w:sz w:val="20"/>
        </w:rPr>
        <w:t>5</w:t>
      </w:r>
      <w:r w:rsidR="00210F53">
        <w:rPr>
          <w:rStyle w:val="cena"/>
        </w:rPr>
        <w:t xml:space="preserve"> </w:t>
      </w:r>
    </w:p>
    <w:p w14:paraId="61222949" w14:textId="77777777" w:rsidR="00151764" w:rsidRDefault="00151764" w:rsidP="007A3FFA">
      <w:pPr>
        <w:pStyle w:val="Zkladntextodsazen2"/>
        <w:rPr>
          <w:rStyle w:val="cena"/>
        </w:rPr>
      </w:pPr>
    </w:p>
    <w:p w14:paraId="7696B26D" w14:textId="77777777" w:rsidR="009D78E0" w:rsidRPr="00FE4F91" w:rsidRDefault="00C26E3F" w:rsidP="00EB7F7C">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14:paraId="0E4808CB" w14:textId="77777777" w:rsidR="000F2761" w:rsidRPr="00FE4F91" w:rsidRDefault="000F2761" w:rsidP="00EB7F7C">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14:paraId="7C861DB2" w14:textId="77777777" w:rsidR="0098702C" w:rsidRPr="00FE4F91" w:rsidRDefault="0098702C" w:rsidP="00EB7F7C">
      <w:pPr>
        <w:pStyle w:val="Nadpis2"/>
      </w:pPr>
      <w:r w:rsidRPr="00FE4F91">
        <w:t>Nedodržení doby plnění vč. dílčích termínů je považováno za podstatné porušení této smlouvy.</w:t>
      </w:r>
    </w:p>
    <w:p w14:paraId="402E4095" w14:textId="77777777" w:rsidR="0098702C" w:rsidRDefault="0098702C" w:rsidP="00EB7F7C">
      <w:pPr>
        <w:pStyle w:val="Nadpis2"/>
      </w:pPr>
      <w:r w:rsidRPr="00FE4F91">
        <w:t xml:space="preserve">Místem plnění je </w:t>
      </w:r>
      <w:r w:rsidR="009D26EF">
        <w:t>sídlo objednatele</w:t>
      </w:r>
      <w:r w:rsidR="002F6CC4" w:rsidRPr="00FE4F91">
        <w:t>.</w:t>
      </w:r>
    </w:p>
    <w:p w14:paraId="4ED6EE1B" w14:textId="77777777" w:rsidR="00E93826" w:rsidRPr="00E93826" w:rsidRDefault="00E93826" w:rsidP="00E93826"/>
    <w:p w14:paraId="497064FA" w14:textId="77777777" w:rsidR="00882A9C" w:rsidRDefault="003017DF" w:rsidP="007A3FFA">
      <w:pPr>
        <w:pStyle w:val="Nadpis1"/>
      </w:pPr>
      <w:r w:rsidRPr="00E67967">
        <w:t>Z</w:t>
      </w:r>
      <w:r w:rsidR="009A3163">
        <w:t>á</w:t>
      </w:r>
      <w:r w:rsidRPr="00E67967">
        <w:t>nik</w:t>
      </w:r>
      <w:r w:rsidR="009A3163">
        <w:t xml:space="preserve"> závazku</w:t>
      </w:r>
    </w:p>
    <w:p w14:paraId="77DEA448" w14:textId="77777777" w:rsidR="003017DF" w:rsidRDefault="009142EA" w:rsidP="00EB7F7C">
      <w:pPr>
        <w:pStyle w:val="Nadpis2"/>
        <w:numPr>
          <w:ilvl w:val="1"/>
          <w:numId w:val="4"/>
        </w:numPr>
      </w:pPr>
      <w:r>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14:paraId="335159B7" w14:textId="77777777" w:rsidR="00882A9C" w:rsidRDefault="003017DF" w:rsidP="007A3FFA">
      <w:pPr>
        <w:pStyle w:val="Nadpis1"/>
      </w:pPr>
      <w:r w:rsidRPr="00E67967">
        <w:t>Výsledek činnosti</w:t>
      </w:r>
    </w:p>
    <w:p w14:paraId="52EB8930" w14:textId="425F2814"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předmětu díla</w:t>
      </w:r>
      <w:r w:rsidR="008A630A" w:rsidRPr="00E67967">
        <w:t xml:space="preserve"> na objednatele přejde </w:t>
      </w:r>
      <w:r w:rsidR="00973D2D">
        <w:t xml:space="preserve">postupně a to </w:t>
      </w:r>
      <w:r w:rsidR="008A630A" w:rsidRPr="00E67967">
        <w:t>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56EEE">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14:paraId="30FAC9C2" w14:textId="77777777"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14:paraId="201AF0B8" w14:textId="77777777" w:rsidR="008A630A" w:rsidRDefault="008A630A" w:rsidP="009E0B5D">
      <w:pPr>
        <w:pStyle w:val="Zkladntext"/>
      </w:pPr>
      <w:r w:rsidRPr="00E67967">
        <w:t>Zhotovitel je povinen sdělit objednateli v případě zániku firmy tuto skutečnost, event. právního nástupce.</w:t>
      </w:r>
    </w:p>
    <w:p w14:paraId="44918322" w14:textId="77777777" w:rsidR="003017DF" w:rsidRPr="003752EF" w:rsidRDefault="00693CEF" w:rsidP="007A3FFA">
      <w:pPr>
        <w:pStyle w:val="Nadpis1"/>
      </w:pPr>
      <w:r w:rsidRPr="003752EF">
        <w:t>Sankce</w:t>
      </w:r>
      <w:r w:rsidR="00C674BF">
        <w:t xml:space="preserve"> a úroky z prodlení</w:t>
      </w:r>
    </w:p>
    <w:p w14:paraId="1D608359" w14:textId="7CF89F4D" w:rsidR="00840DD0" w:rsidRPr="000B0F8B" w:rsidRDefault="003017DF" w:rsidP="00EB7F7C">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EB3A22">
        <w:t xml:space="preserve">(i milníků)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w:t>
      </w:r>
      <w:r w:rsidR="00A55A1F">
        <w:t xml:space="preserve">a zhotovitel je povinen uhradit objednateli </w:t>
      </w:r>
      <w:r w:rsidRPr="00FE4F91">
        <w:t xml:space="preserve">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896FB0">
        <w:t>podání žádosti o dotaci.</w:t>
      </w:r>
    </w:p>
    <w:p w14:paraId="1A9BB890" w14:textId="7D2EF9A8" w:rsidR="003017DF" w:rsidRPr="00EF05D4" w:rsidRDefault="000F71BE" w:rsidP="00EB7F7C">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w:t>
      </w:r>
      <w:r w:rsidR="0092333B">
        <w:t>1</w:t>
      </w:r>
      <w:r w:rsidR="00D22174" w:rsidRPr="00FE4F91">
        <w:t>.</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w:t>
      </w:r>
      <w:r w:rsidR="00A55A1F">
        <w:t xml:space="preserve">a zhotovitel je povinen uhradit objednateli </w:t>
      </w:r>
      <w:r w:rsidR="00840DD0" w:rsidRPr="00FE4F91">
        <w:t xml:space="preserve">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14:paraId="63042DDF" w14:textId="497089A1" w:rsidR="00272278" w:rsidRDefault="00272278" w:rsidP="00EB7F7C">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w:t>
      </w:r>
      <w:r w:rsidR="00A55A1F">
        <w:t xml:space="preserve"> této smlouvy</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w:t>
      </w:r>
      <w:r w:rsidR="00A55A1F">
        <w:t xml:space="preserve"> jejím </w:t>
      </w:r>
      <w:r w:rsidR="000F5FD1" w:rsidRPr="00FE4F91">
        <w:t>odstraňováním</w:t>
      </w:r>
      <w:r w:rsidR="000F5FD1" w:rsidRPr="008C2EAE">
        <w:t>.</w:t>
      </w:r>
      <w:r w:rsidR="00E2002C" w:rsidRPr="008C2EAE">
        <w:t xml:space="preserve"> </w:t>
      </w:r>
    </w:p>
    <w:p w14:paraId="3260C1BE" w14:textId="697852F2" w:rsidR="008C2EAE" w:rsidRDefault="008C2EAE" w:rsidP="00EB7F7C">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w:t>
      </w:r>
      <w:r w:rsidR="00A55A1F">
        <w:t xml:space="preserve">u jsou rezervovány prostředky. </w:t>
      </w:r>
      <w:r>
        <w:t>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14:paraId="44F567EC" w14:textId="206C1413" w:rsidR="003927EA" w:rsidRPr="00FE4F91" w:rsidRDefault="00E9095E" w:rsidP="00EB7F7C">
      <w:pPr>
        <w:pStyle w:val="Nadpis2"/>
      </w:pPr>
      <w:r w:rsidRPr="00FE4F91">
        <w:lastRenderedPageBreak/>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92333B">
        <w:t>8</w:t>
      </w:r>
      <w:r w:rsidR="0046568B">
        <w:t>.</w:t>
      </w:r>
      <w:r w:rsidR="0092333B">
        <w:t xml:space="preserve"> písm. c)</w:t>
      </w:r>
      <w:r w:rsidR="0046568B">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14:paraId="15A090AB" w14:textId="0D61A7EC" w:rsidR="00334CC8" w:rsidRDefault="00334CC8" w:rsidP="00EB7F7C">
      <w:pPr>
        <w:pStyle w:val="Nadpis2"/>
      </w:pPr>
      <w:r>
        <w:t>V případě porušení povinnosti</w:t>
      </w:r>
      <w:r w:rsidR="00A55A1F">
        <w:t xml:space="preserve"> zhotovitele</w:t>
      </w:r>
      <w:r>
        <w:t xml:space="preserve"> zpracovat odpověď na dota</w:t>
      </w:r>
      <w:r w:rsidR="00A55A1F">
        <w:t>z účastníka v zadávacím řízení n</w:t>
      </w:r>
      <w:r>
        <w:t xml:space="preserve">a zhotovení stavby v dohodnutém termínu zaplatí zhotovitel objednateli smluvní pokutu </w:t>
      </w:r>
      <w:r>
        <w:rPr>
          <w:b/>
        </w:rPr>
        <w:t>500 Kč</w:t>
      </w:r>
      <w:r>
        <w:t xml:space="preserve"> za každou v termínu nezpracovanou odpověď a každý den prodlení se zasláním odpovědi objednateli. </w:t>
      </w:r>
    </w:p>
    <w:p w14:paraId="4BDAB1FC" w14:textId="58B6C9CC" w:rsidR="00443CA6" w:rsidRPr="00393240" w:rsidRDefault="00443CA6" w:rsidP="00EB7F7C">
      <w:pPr>
        <w:pStyle w:val="Nadpis2"/>
        <w:numPr>
          <w:ilvl w:val="1"/>
          <w:numId w:val="4"/>
        </w:numPr>
      </w:pPr>
      <w:r w:rsidRPr="00393240">
        <w:t>V případě chyby PD (i nekompletního předání elektronické verze PD), která vyvolá posun termínu odevzdání nabídek v rámci zadávacího řízení</w:t>
      </w:r>
      <w:r w:rsidR="00A55A1F">
        <w:t xml:space="preserve"> na zhotovitele stavby podle této PD</w:t>
      </w:r>
      <w:r w:rsidRPr="00393240">
        <w:t xml:space="preserve"> je zhotovitel povinen zaplatit objednateli smluvní pokutu ve výši částky, o kterou se zvýší odměna administrátora veřejné zakázky za výkon jeho zadavat</w:t>
      </w:r>
      <w:r w:rsidR="00393240">
        <w:t xml:space="preserve">elských činností, nejméně však </w:t>
      </w:r>
      <w:r w:rsidRPr="00EB7F7C">
        <w:rPr>
          <w:b/>
        </w:rPr>
        <w:t>5.000 Kč</w:t>
      </w:r>
      <w:r w:rsidRPr="00393240">
        <w:t xml:space="preserve"> bez DPH. </w:t>
      </w:r>
    </w:p>
    <w:p w14:paraId="1FEADD6D" w14:textId="77777777" w:rsidR="000D6273" w:rsidRPr="00FE4F91" w:rsidRDefault="002D1082" w:rsidP="00EB7F7C">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14:paraId="103D6003" w14:textId="77777777" w:rsidR="003017DF" w:rsidRPr="00E67967" w:rsidRDefault="003017DF" w:rsidP="007A3FFA">
      <w:pPr>
        <w:pStyle w:val="Nadpis1"/>
      </w:pPr>
      <w:r w:rsidRPr="00E67967">
        <w:t>Dodací podmínky a další ujednání:</w:t>
      </w:r>
    </w:p>
    <w:p w14:paraId="1D991C86" w14:textId="77777777" w:rsidR="00740E5D" w:rsidRPr="00FE4F91" w:rsidRDefault="00740E5D" w:rsidP="00EB7F7C">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14:paraId="15E7F475" w14:textId="77777777"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14:paraId="7E99F3AF" w14:textId="7B27BFCB" w:rsidR="0030340A" w:rsidRPr="00FE4F91" w:rsidRDefault="003017DF" w:rsidP="00EB7F7C">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A55A1F">
        <w:t>Město</w:t>
      </w:r>
      <w:r w:rsidR="00871EA6" w:rsidRPr="00FE4F91">
        <w:t xml:space="preserve">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14:paraId="73266FD7" w14:textId="7F4D7A5A" w:rsidR="003017DF" w:rsidRPr="00FE4F91" w:rsidRDefault="003017DF" w:rsidP="00EB7F7C">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k</w:t>
      </w:r>
      <w:r w:rsidR="00A55A1F">
        <w:t>e</w:t>
      </w:r>
      <w:r w:rsidRPr="00FE4F91">
        <w:t>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rsidR="00032F7E" w:rsidRPr="00CF2108">
        <w:rPr>
          <w:b/>
        </w:rPr>
        <w:t xml:space="preserve">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w:t>
      </w:r>
    </w:p>
    <w:p w14:paraId="249D8145" w14:textId="77777777" w:rsidR="005C47C7" w:rsidRPr="00FE4F91" w:rsidRDefault="005C47C7" w:rsidP="00EB7F7C">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14:paraId="4974F8C7" w14:textId="77777777" w:rsidR="001A2821" w:rsidRDefault="001A2821" w:rsidP="00EB7F7C">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14:paraId="206B462B" w14:textId="77777777" w:rsidR="00A55A1F" w:rsidRDefault="00A55A1F" w:rsidP="00EB7F7C">
      <w:pPr>
        <w:pStyle w:val="Nadpis2"/>
      </w:pPr>
      <w:r w:rsidRPr="00FE4F91">
        <w:t>Odstoupení je účinné doručením oznámení o odstoupení na adresu objednatele uvedenou v záhlaví této smlouvy.</w:t>
      </w:r>
    </w:p>
    <w:p w14:paraId="5A5BCC93" w14:textId="77777777" w:rsidR="00896FB0" w:rsidRDefault="00896FB0" w:rsidP="00896FB0"/>
    <w:p w14:paraId="0EC4033D" w14:textId="77777777" w:rsidR="00896FB0" w:rsidRDefault="00896FB0" w:rsidP="00896FB0"/>
    <w:p w14:paraId="10BCFADA" w14:textId="77777777" w:rsidR="00896FB0" w:rsidRDefault="00896FB0" w:rsidP="00896FB0"/>
    <w:p w14:paraId="1C09B50D" w14:textId="77777777" w:rsidR="00896FB0" w:rsidRDefault="00896FB0" w:rsidP="00896FB0"/>
    <w:p w14:paraId="3B737E6D" w14:textId="77777777" w:rsidR="00896FB0" w:rsidRPr="00896FB0" w:rsidRDefault="00896FB0" w:rsidP="00896FB0"/>
    <w:p w14:paraId="0673B820" w14:textId="77777777" w:rsidR="00A55A1F" w:rsidRPr="00A55A1F" w:rsidRDefault="00A55A1F" w:rsidP="00A55A1F"/>
    <w:p w14:paraId="2778B36D" w14:textId="77777777" w:rsidR="003017DF" w:rsidRPr="00E67967" w:rsidRDefault="003017DF" w:rsidP="007A3FFA">
      <w:pPr>
        <w:pStyle w:val="Nadpis1"/>
      </w:pPr>
      <w:r w:rsidRPr="00E67967">
        <w:t>Záruční doba</w:t>
      </w:r>
    </w:p>
    <w:p w14:paraId="5C881ADD" w14:textId="4E6FAF58" w:rsidR="00A869AE" w:rsidRPr="00FE4F91" w:rsidRDefault="00162D01" w:rsidP="00EB7F7C">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 xml:space="preserve">zhotovitel </w:t>
      </w:r>
      <w:r w:rsidR="00A55A1F">
        <w:t xml:space="preserve">má </w:t>
      </w:r>
      <w:r w:rsidRPr="00FE4F91">
        <w:t>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14:paraId="6C7B67F3" w14:textId="6D4AE608" w:rsidR="00162D01" w:rsidRPr="00FE4F91" w:rsidRDefault="00162D01" w:rsidP="00EB7F7C">
      <w:pPr>
        <w:pStyle w:val="Nadpis2"/>
      </w:pPr>
      <w:r w:rsidRPr="00FE4F91">
        <w:t>Zhotovitel se zavazuje zahájit odstraňování případných vad předmětu plnění okamžitě od uplatnění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A55A1F">
        <w:t>, a to ať už vadu zhotovitel uznává či nikoli</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14:paraId="554FC30C" w14:textId="77777777" w:rsidR="00C4319D" w:rsidRDefault="0063644A" w:rsidP="007A3FFA">
      <w:r>
        <w:lastRenderedPageBreak/>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14:paraId="6FFA813E" w14:textId="77777777" w:rsidR="003017DF" w:rsidRPr="00E67967" w:rsidRDefault="003017DF" w:rsidP="007A3FFA">
      <w:pPr>
        <w:pStyle w:val="Nadpis1"/>
      </w:pPr>
      <w:r w:rsidRPr="00E67967">
        <w:t>Závěrečná ustanovení</w:t>
      </w:r>
    </w:p>
    <w:p w14:paraId="783D1836" w14:textId="18179F4C" w:rsidR="00E51CCE" w:rsidRDefault="00E51CCE" w:rsidP="00EB7F7C">
      <w:pPr>
        <w:pStyle w:val="Nadpis2"/>
      </w:pPr>
      <w:r>
        <w:t xml:space="preserve">Jakákoli změna smlouvy musí mít písemnou formu a musí být podepsána osobami oprávněnými za objednatele a zhotovitele jednat a podepisovat nebo osobami jimi zmocněnými. Změny smlouvy se sjednávají jako číslovaný </w:t>
      </w:r>
      <w:r w:rsidR="00A55A1F">
        <w:t xml:space="preserve">písemný </w:t>
      </w:r>
      <w:r>
        <w:t>dodatek ke smlouvě.</w:t>
      </w:r>
    </w:p>
    <w:p w14:paraId="5AD6D703" w14:textId="77777777" w:rsidR="00E51CCE" w:rsidRDefault="00E51CCE" w:rsidP="00EB7F7C">
      <w:pPr>
        <w:pStyle w:val="Nadpis2"/>
      </w:pPr>
      <w: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7F03709E" w14:textId="77777777" w:rsidR="00801881" w:rsidRDefault="00801881" w:rsidP="00EB7F7C">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p>
    <w:p w14:paraId="42045822" w14:textId="77777777" w:rsidR="00456F6A" w:rsidRDefault="00456F6A" w:rsidP="007A3FFA">
      <w:r w:rsidRPr="00456F6A">
        <w:t xml:space="preserve">Podrobné informace o zpracovávání osobních údajů městem Uherský Brod jsou k dispozici na webové stránce: </w:t>
      </w:r>
      <w:hyperlink r:id="rId9" w:history="1">
        <w:r w:rsidRPr="00D212EB">
          <w:rPr>
            <w:rStyle w:val="Hypertextovodkaz"/>
          </w:rPr>
          <w:t>www.ub.cz/info/osobni-udaje</w:t>
        </w:r>
      </w:hyperlink>
      <w:r w:rsidRPr="00456F6A">
        <w:t>.</w:t>
      </w:r>
      <w:r>
        <w:t xml:space="preserve"> </w:t>
      </w:r>
    </w:p>
    <w:p w14:paraId="3BB5D835" w14:textId="1EC20A6F" w:rsidR="00E51CCE" w:rsidRDefault="00E51CCE" w:rsidP="00EB7F7C">
      <w:pPr>
        <w:pStyle w:val="Nadpis2"/>
      </w:pPr>
      <w:r>
        <w:t xml:space="preserve">Smluvní strany se dohodly, že pokud se </w:t>
      </w:r>
      <w:r w:rsidR="00A55A1F">
        <w:t>o</w:t>
      </w:r>
      <w:r>
        <w:t>bjednatel ocitne v pozic</w:t>
      </w:r>
      <w:r w:rsidR="00A55A1F">
        <w:t>i ručitele dle § 109 ZoDPH, je o</w:t>
      </w:r>
      <w:r>
        <w:t xml:space="preserve">bjednatel oprávněn </w:t>
      </w:r>
      <w:r w:rsidR="00A55A1F">
        <w:t>uhradit DPH přímo správci daně z</w:t>
      </w:r>
      <w:r>
        <w:t>hotovitele; zapl</w:t>
      </w:r>
      <w:r w:rsidR="00A55A1F">
        <w:t>acení DPH na účet správce daně z</w:t>
      </w:r>
      <w:r>
        <w:t xml:space="preserve">hotovitele </w:t>
      </w:r>
      <w:r w:rsidR="00A55A1F">
        <w:t>(a zaplacení ceny za provedení p</w:t>
      </w:r>
      <w:r>
        <w:t xml:space="preserve">ředmětu plnění </w:t>
      </w:r>
      <w:r w:rsidR="00A55A1F">
        <w:t>z</w:t>
      </w:r>
      <w:r>
        <w:t xml:space="preserve">hotoviteli) bude považováno za splnění závazku </w:t>
      </w:r>
      <w:r w:rsidR="00A55A1F">
        <w:t>o</w:t>
      </w:r>
      <w:r>
        <w:t>bjednatele uhradit sjednanou cenu za provede</w:t>
      </w:r>
      <w:r w:rsidR="00A55A1F">
        <w:t>ní p</w:t>
      </w:r>
      <w:r w:rsidR="00503C0D">
        <w:t xml:space="preserve">ředmětu plnění vč. DPH, </w:t>
      </w:r>
      <w:r>
        <w:t xml:space="preserve">resp. za dílčí plnění </w:t>
      </w:r>
      <w:r w:rsidR="00A55A1F">
        <w:t>p</w:t>
      </w:r>
      <w:r>
        <w:t>ředmětu plnění. Zhotovitel</w:t>
      </w:r>
      <w:r w:rsidR="00A55A1F">
        <w:t xml:space="preserve"> se zavazuje v případě, kdy se o</w:t>
      </w:r>
      <w:r>
        <w:t>bjednatel ocitne v pozici ručitele dle § 109 ZoDPH, bez zbytečného odkladu p</w:t>
      </w:r>
      <w:r w:rsidR="00A55A1F">
        <w:t>oskytnout o</w:t>
      </w:r>
      <w:r w:rsidR="00503C0D">
        <w:t xml:space="preserve">bjednateli veškerou </w:t>
      </w:r>
      <w:r>
        <w:t>nezbytnou součinnost za účelem řádné a včasné ú</w:t>
      </w:r>
      <w:r w:rsidR="00A55A1F">
        <w:t>hrady DPH na účet správce daně zhotovitele, zejména pak zhotovitel poskytne o</w:t>
      </w:r>
      <w:r>
        <w:t xml:space="preserve">bjednateli údaj o tom, ke kterému správci daně je </w:t>
      </w:r>
      <w:r w:rsidR="00A55A1F">
        <w:t>z</w:t>
      </w:r>
      <w:r>
        <w:t>hotovitel příslušný.</w:t>
      </w:r>
    </w:p>
    <w:p w14:paraId="4A344A83" w14:textId="77777777" w:rsidR="006124D5" w:rsidRDefault="006124D5" w:rsidP="00EB7F7C">
      <w:pPr>
        <w:pStyle w:val="Nadpis2"/>
      </w:pPr>
      <w:r>
        <w:t>Smluvní strany navzájem prohlašují, že smlouva neobsahuje žádné obchodní tajemství.</w:t>
      </w:r>
    </w:p>
    <w:p w14:paraId="531B5496" w14:textId="77777777" w:rsidR="006124D5" w:rsidRPr="006124D5" w:rsidRDefault="006124D5" w:rsidP="00EB7F7C">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r>
        <w:t>Objednatel zašle tuto smlouvu správci registru smluv k uveřejnění bez zbytečného odkladu, nejpozději však do 30 dnů od uzavření smlouvy.</w:t>
      </w:r>
    </w:p>
    <w:p w14:paraId="5A88E5E4" w14:textId="183276DF" w:rsidR="00011162" w:rsidRDefault="00011162" w:rsidP="00EB7F7C">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003B14CA">
        <w:rPr>
          <w:rFonts w:ascii="Arial Unicode MS" w:eastAsia="Arial Unicode MS" w:hAnsi="Arial Unicode MS" w:cs="Arial Unicode MS" w:hint="eastAsia"/>
          <w:noProof/>
          <w:highlight w:val="lightGray"/>
        </w:rPr>
        <w:t>3</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003B14CA">
        <w:rPr>
          <w:rFonts w:ascii="Arial Unicode MS" w:eastAsia="Arial Unicode MS" w:hAnsi="Arial Unicode MS" w:cs="Arial Unicode MS" w:hint="eastAsia"/>
          <w:noProof/>
          <w:highlight w:val="lightGray"/>
        </w:rPr>
        <w:t>1</w:t>
      </w:r>
      <w:r w:rsidRPr="00011162">
        <w:rPr>
          <w:highlight w:val="lightGray"/>
        </w:rPr>
        <w:fldChar w:fldCharType="end"/>
      </w:r>
      <w:r>
        <w:t xml:space="preserve"> zhotovitel.</w:t>
      </w:r>
    </w:p>
    <w:p w14:paraId="50E84F24" w14:textId="77777777" w:rsidR="00011162" w:rsidRPr="00FE4F91" w:rsidRDefault="00011162" w:rsidP="00EB7F7C">
      <w:pPr>
        <w:pStyle w:val="Nadpis2"/>
      </w:pPr>
      <w:r w:rsidRPr="00FE4F91">
        <w:t>Smlouva nabývá platnosti podpisem obou stran a účinnosti dnem zveřejnění v registru smluv.</w:t>
      </w:r>
    </w:p>
    <w:p w14:paraId="7B3106D2" w14:textId="77777777" w:rsidR="00D9688C" w:rsidRDefault="00D9688C" w:rsidP="007A3FFA"/>
    <w:p w14:paraId="22DF91F7" w14:textId="77777777"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14:paraId="7C00D5A1" w14:textId="77777777" w:rsidTr="007A3FFA">
        <w:trPr>
          <w:trHeight w:val="257"/>
        </w:trPr>
        <w:tc>
          <w:tcPr>
            <w:tcW w:w="9211" w:type="dxa"/>
          </w:tcPr>
          <w:p w14:paraId="75EF64F4" w14:textId="77777777" w:rsidR="00C17752" w:rsidRPr="00E67967" w:rsidRDefault="00C17752" w:rsidP="007A3FFA">
            <w:r w:rsidRPr="00E67967">
              <w:t>Doložka</w:t>
            </w:r>
            <w:r w:rsidR="00A51D2E">
              <w:t xml:space="preserve"> dle § 41 z.č. 128/2000 Sb., o </w:t>
            </w:r>
            <w:r w:rsidRPr="00E67967">
              <w:t>obcích (obecní zřízení)</w:t>
            </w:r>
          </w:p>
        </w:tc>
      </w:tr>
      <w:tr w:rsidR="00C17752" w:rsidRPr="00E67967" w14:paraId="5ECDBABD" w14:textId="77777777" w:rsidTr="00C46C8F">
        <w:tc>
          <w:tcPr>
            <w:tcW w:w="9211" w:type="dxa"/>
          </w:tcPr>
          <w:p w14:paraId="47107E65" w14:textId="77777777" w:rsidR="00C17752" w:rsidRPr="00E67967" w:rsidRDefault="00553517" w:rsidP="007A3FFA">
            <w:r w:rsidRPr="00E67967">
              <w:t>Schváleno orgánem obce:</w:t>
            </w:r>
            <w:r w:rsidRPr="00E67967">
              <w:tab/>
            </w:r>
            <w:r w:rsidR="00C17752" w:rsidRPr="00E67967">
              <w:t>Rada města Uherský Brod</w:t>
            </w:r>
          </w:p>
        </w:tc>
      </w:tr>
      <w:tr w:rsidR="00C17752" w:rsidRPr="00E67967" w14:paraId="4F43B32B" w14:textId="77777777" w:rsidTr="00C46C8F">
        <w:tc>
          <w:tcPr>
            <w:tcW w:w="9211" w:type="dxa"/>
          </w:tcPr>
          <w:p w14:paraId="1581BA88" w14:textId="12B3DE3D" w:rsidR="00C17752" w:rsidRPr="00E67967" w:rsidRDefault="00C17752" w:rsidP="009E0B5D">
            <w:pPr>
              <w:pStyle w:val="Zkladntext"/>
            </w:pPr>
            <w:r w:rsidRPr="00E67967">
              <w:tab/>
            </w:r>
            <w:r w:rsidRPr="00E67967">
              <w:tab/>
            </w:r>
            <w:r w:rsidRPr="00E67967">
              <w:tab/>
            </w:r>
            <w:r w:rsidRPr="00E67967">
              <w:tab/>
            </w:r>
            <w:r w:rsidR="00896FB0">
              <w:t>65. schůze konaná dne xx.xx.2025</w:t>
            </w:r>
          </w:p>
          <w:p w14:paraId="2CDDAD07" w14:textId="19EB88E2" w:rsidR="00C17752" w:rsidRPr="00E67967" w:rsidRDefault="00C17752" w:rsidP="00896FB0">
            <w:r w:rsidRPr="00E67967">
              <w:t xml:space="preserve">                </w:t>
            </w:r>
            <w:r w:rsidR="00553517" w:rsidRPr="00E67967">
              <w:t xml:space="preserve">                              </w:t>
            </w:r>
            <w:r w:rsidR="002250A1">
              <w:tab/>
            </w:r>
            <w:r w:rsidR="00896FB0">
              <w:t>č. usnesení  xxx/Rxx</w:t>
            </w:r>
            <w:r w:rsidR="00795AD9">
              <w:t>/2</w:t>
            </w:r>
            <w:r w:rsidR="00896FB0">
              <w:t>5</w:t>
            </w:r>
          </w:p>
        </w:tc>
      </w:tr>
    </w:tbl>
    <w:p w14:paraId="733D595A" w14:textId="77777777" w:rsidR="008A4E89" w:rsidRDefault="008A4E89" w:rsidP="007A3FFA">
      <w:pPr>
        <w:rPr>
          <w:highlight w:val="yellow"/>
        </w:rPr>
      </w:pPr>
    </w:p>
    <w:p w14:paraId="1399BEA5" w14:textId="77777777" w:rsidR="007A3FFA" w:rsidRPr="00E67967" w:rsidRDefault="007A3FFA" w:rsidP="007A3FFA">
      <w:pPr>
        <w:rPr>
          <w:highlight w:val="yellow"/>
        </w:rPr>
      </w:pPr>
    </w:p>
    <w:p w14:paraId="0C33779E" w14:textId="6F86BA2E" w:rsidR="000C0370" w:rsidRDefault="008A4E89" w:rsidP="007A3FFA">
      <w:pPr>
        <w:pStyle w:val="podpisysmlouva"/>
      </w:pPr>
      <w:r>
        <w:tab/>
      </w:r>
      <w:r>
        <w:fldChar w:fldCharType="begin">
          <w:ffData>
            <w:name w:val="Text22"/>
            <w:enabled/>
            <w:calcOnExit w:val="0"/>
            <w:textInput/>
          </w:ffData>
        </w:fldChar>
      </w:r>
      <w:bookmarkStart w:id="2" w:name="Text22"/>
      <w:r>
        <w:instrText xml:space="preserve"> FORMTEXT </w:instrText>
      </w:r>
      <w:r>
        <w:fldChar w:fldCharType="separate"/>
      </w:r>
      <w:r w:rsidR="00356C07">
        <w:rPr>
          <w:rFonts w:ascii="Arial Unicode MS" w:eastAsia="Arial Unicode MS" w:hAnsi="Arial Unicode MS" w:cs="Arial Unicode MS" w:hint="eastAsia"/>
          <w:noProof/>
        </w:rPr>
        <w:t>V</w:t>
      </w:r>
      <w:r w:rsidR="00356C07">
        <w:rPr>
          <w:rFonts w:ascii="Arial Unicode MS" w:eastAsia="Arial Unicode MS" w:hAnsi="Arial Unicode MS" w:cs="Arial Unicode MS"/>
          <w:noProof/>
        </w:rPr>
        <w:t xml:space="preserve"> Brně</w:t>
      </w:r>
      <w:r>
        <w:fldChar w:fldCharType="end"/>
      </w:r>
      <w:bookmarkEnd w:id="2"/>
      <w:r w:rsidR="000C0370" w:rsidRPr="00E67967">
        <w:t>, dne</w:t>
      </w:r>
      <w:r w:rsidR="004804D0" w:rsidRPr="00E67967">
        <w:tab/>
      </w:r>
      <w:r w:rsidR="00CB5963" w:rsidRPr="00E67967">
        <w:t>Uherský Brod</w:t>
      </w:r>
      <w:r w:rsidR="00275B11" w:rsidRPr="00E67967">
        <w:t>,</w:t>
      </w:r>
      <w:r w:rsidR="000C0370" w:rsidRPr="00E67967">
        <w:t xml:space="preserve"> dne </w:t>
      </w:r>
    </w:p>
    <w:p w14:paraId="2D809A4D" w14:textId="77777777" w:rsidR="004241CD" w:rsidRPr="00E67967" w:rsidRDefault="004241CD" w:rsidP="007A3FFA">
      <w:pPr>
        <w:pStyle w:val="podpisysmlouva"/>
      </w:pPr>
    </w:p>
    <w:p w14:paraId="39AC54C3" w14:textId="77777777"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14:paraId="233CA00C" w14:textId="77777777" w:rsidR="004241CD" w:rsidRDefault="004241CD" w:rsidP="007A3FFA">
      <w:pPr>
        <w:pStyle w:val="podpisysmlouva"/>
      </w:pPr>
    </w:p>
    <w:p w14:paraId="7EB47DE0" w14:textId="77777777" w:rsidR="007A3FFA" w:rsidRDefault="007A3FFA" w:rsidP="007A3FFA">
      <w:pPr>
        <w:pStyle w:val="podpisysmlouva"/>
      </w:pPr>
    </w:p>
    <w:p w14:paraId="6D4DE765" w14:textId="77777777" w:rsidR="007A3FFA" w:rsidRDefault="007A3FFA" w:rsidP="007A3FFA">
      <w:pPr>
        <w:pStyle w:val="podpisysmlouva"/>
      </w:pPr>
    </w:p>
    <w:p w14:paraId="60B2F29E" w14:textId="77777777" w:rsidR="0054171F" w:rsidRDefault="0054171F" w:rsidP="007A3FFA">
      <w:pPr>
        <w:pStyle w:val="podpisysmlouva"/>
      </w:pPr>
    </w:p>
    <w:p w14:paraId="4C128B03" w14:textId="77777777" w:rsidR="0054171F" w:rsidRPr="00E67967" w:rsidRDefault="0054171F" w:rsidP="007A3FFA">
      <w:pPr>
        <w:pStyle w:val="podpisysmlouva"/>
      </w:pPr>
    </w:p>
    <w:p w14:paraId="7E6BD657" w14:textId="29393685" w:rsidR="007A3FFA" w:rsidRDefault="008A4E89" w:rsidP="007A3FFA">
      <w:pPr>
        <w:pStyle w:val="podpisysmlouva"/>
      </w:pPr>
      <w:r>
        <w:tab/>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tab/>
      </w:r>
      <w:r w:rsidR="00703E89">
        <w:t>Ing</w:t>
      </w:r>
      <w:r w:rsidR="000C6FBE">
        <w:t xml:space="preserve">. </w:t>
      </w:r>
      <w:r w:rsidR="00896FB0">
        <w:t>Miroslav Polášek</w:t>
      </w:r>
    </w:p>
    <w:p w14:paraId="0A0AC929" w14:textId="14F3AB3F" w:rsidR="00553517" w:rsidRPr="00E67967" w:rsidRDefault="008A4E89" w:rsidP="007A3FFA">
      <w:pPr>
        <w:pStyle w:val="podpisysmlouva"/>
      </w:pPr>
      <w:r>
        <w:lastRenderedPageBreak/>
        <w:tab/>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rsidR="00162D01" w:rsidRPr="00E67967">
        <w:tab/>
      </w:r>
      <w:r w:rsidR="004804D0" w:rsidRPr="00E67967">
        <w:t xml:space="preserve"> </w:t>
      </w:r>
      <w:r w:rsidR="00094021">
        <w:t>místo</w:t>
      </w:r>
      <w:r w:rsidR="00CB5963" w:rsidRPr="00E67967">
        <w:t>starosta</w:t>
      </w:r>
    </w:p>
    <w:sectPr w:rsidR="00553517" w:rsidRPr="00E67967" w:rsidSect="007A3FFA">
      <w:footerReference w:type="default" r:id="rId10"/>
      <w:headerReference w:type="first" r:id="rId11"/>
      <w:footerReference w:type="first" r:id="rId12"/>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5BDEF" w14:textId="77777777" w:rsidR="00A9495A" w:rsidRDefault="00A9495A" w:rsidP="007A3FFA">
      <w:r>
        <w:separator/>
      </w:r>
    </w:p>
    <w:p w14:paraId="63A44C65" w14:textId="77777777" w:rsidR="00A9495A" w:rsidRDefault="00A9495A" w:rsidP="007A3FFA"/>
    <w:p w14:paraId="31139EFA" w14:textId="77777777" w:rsidR="00A9495A" w:rsidRDefault="00A9495A" w:rsidP="007A3FFA"/>
    <w:p w14:paraId="58C69FF4" w14:textId="77777777" w:rsidR="00A9495A" w:rsidRDefault="00A9495A" w:rsidP="007A3FFA"/>
    <w:p w14:paraId="56F34A40" w14:textId="77777777" w:rsidR="00A9495A" w:rsidRDefault="00A9495A" w:rsidP="007A3FFA"/>
    <w:p w14:paraId="4E7467B2" w14:textId="77777777" w:rsidR="00A9495A" w:rsidRDefault="00A9495A" w:rsidP="007A3FFA"/>
    <w:p w14:paraId="62BAE776" w14:textId="77777777" w:rsidR="00A9495A" w:rsidRDefault="00A9495A" w:rsidP="007A3FFA"/>
    <w:p w14:paraId="374E84DE" w14:textId="77777777" w:rsidR="00A9495A" w:rsidRDefault="00A9495A" w:rsidP="007A3FFA"/>
    <w:p w14:paraId="5A4BFACF" w14:textId="77777777" w:rsidR="00A9495A" w:rsidRDefault="00A9495A" w:rsidP="007A3FFA"/>
    <w:p w14:paraId="2FE1BFF3" w14:textId="77777777" w:rsidR="00A9495A" w:rsidRDefault="00A9495A" w:rsidP="007A3FFA"/>
    <w:p w14:paraId="028DA493" w14:textId="77777777" w:rsidR="00A9495A" w:rsidRDefault="00A9495A" w:rsidP="007A3FFA"/>
    <w:p w14:paraId="0EEF3FF8" w14:textId="77777777" w:rsidR="00A9495A" w:rsidRDefault="00A9495A" w:rsidP="007A3FFA"/>
    <w:p w14:paraId="0B75D927" w14:textId="77777777" w:rsidR="00A9495A" w:rsidRDefault="00A9495A" w:rsidP="007A3FFA"/>
    <w:p w14:paraId="43185F4C" w14:textId="77777777" w:rsidR="00A9495A" w:rsidRDefault="00A9495A" w:rsidP="007A3FFA"/>
    <w:p w14:paraId="190CADF2" w14:textId="77777777" w:rsidR="00A9495A" w:rsidRDefault="00A9495A" w:rsidP="007A3FFA"/>
    <w:p w14:paraId="1679CD65" w14:textId="77777777" w:rsidR="00A9495A" w:rsidRDefault="00A9495A" w:rsidP="007A3FFA"/>
    <w:p w14:paraId="59C9632C" w14:textId="77777777" w:rsidR="00A9495A" w:rsidRDefault="00A9495A" w:rsidP="007A3FFA"/>
    <w:p w14:paraId="1DEE73C4" w14:textId="77777777" w:rsidR="00A9495A" w:rsidRDefault="00A9495A" w:rsidP="007A3FFA"/>
    <w:p w14:paraId="5FDBE571" w14:textId="77777777" w:rsidR="00A9495A" w:rsidRDefault="00A9495A" w:rsidP="007A3FFA"/>
    <w:p w14:paraId="11FE0595" w14:textId="77777777" w:rsidR="00A9495A" w:rsidRDefault="00A9495A"/>
    <w:p w14:paraId="5928DD53" w14:textId="77777777" w:rsidR="00A9495A" w:rsidRDefault="00A9495A"/>
    <w:p w14:paraId="0FBF9BD6" w14:textId="77777777" w:rsidR="00A9495A" w:rsidRDefault="00A9495A"/>
    <w:p w14:paraId="44CA1CAF" w14:textId="77777777" w:rsidR="00A9495A" w:rsidRDefault="00A9495A"/>
  </w:endnote>
  <w:endnote w:type="continuationSeparator" w:id="0">
    <w:p w14:paraId="6448827C" w14:textId="77777777" w:rsidR="00A9495A" w:rsidRDefault="00A9495A" w:rsidP="007A3FFA">
      <w:r>
        <w:continuationSeparator/>
      </w:r>
    </w:p>
    <w:p w14:paraId="4CC2C79B" w14:textId="77777777" w:rsidR="00A9495A" w:rsidRDefault="00A9495A" w:rsidP="007A3FFA"/>
    <w:p w14:paraId="6770691C" w14:textId="77777777" w:rsidR="00A9495A" w:rsidRDefault="00A9495A" w:rsidP="007A3FFA"/>
    <w:p w14:paraId="5E7D5546" w14:textId="77777777" w:rsidR="00A9495A" w:rsidRDefault="00A9495A" w:rsidP="007A3FFA"/>
    <w:p w14:paraId="093D532C" w14:textId="77777777" w:rsidR="00A9495A" w:rsidRDefault="00A9495A" w:rsidP="007A3FFA"/>
    <w:p w14:paraId="10AC7250" w14:textId="77777777" w:rsidR="00A9495A" w:rsidRDefault="00A9495A" w:rsidP="007A3FFA"/>
    <w:p w14:paraId="42AA2ACC" w14:textId="77777777" w:rsidR="00A9495A" w:rsidRDefault="00A9495A" w:rsidP="007A3FFA"/>
    <w:p w14:paraId="1538B5BE" w14:textId="77777777" w:rsidR="00A9495A" w:rsidRDefault="00A9495A" w:rsidP="007A3FFA"/>
    <w:p w14:paraId="3BA10780" w14:textId="77777777" w:rsidR="00A9495A" w:rsidRDefault="00A9495A" w:rsidP="007A3FFA"/>
    <w:p w14:paraId="2BA98C4C" w14:textId="77777777" w:rsidR="00A9495A" w:rsidRDefault="00A9495A" w:rsidP="007A3FFA"/>
    <w:p w14:paraId="22780E70" w14:textId="77777777" w:rsidR="00A9495A" w:rsidRDefault="00A9495A" w:rsidP="007A3FFA"/>
    <w:p w14:paraId="72CE9575" w14:textId="77777777" w:rsidR="00A9495A" w:rsidRDefault="00A9495A" w:rsidP="007A3FFA"/>
    <w:p w14:paraId="7A48A13C" w14:textId="77777777" w:rsidR="00A9495A" w:rsidRDefault="00A9495A" w:rsidP="007A3FFA"/>
    <w:p w14:paraId="4F5E8530" w14:textId="77777777" w:rsidR="00A9495A" w:rsidRDefault="00A9495A" w:rsidP="007A3FFA"/>
    <w:p w14:paraId="78286F28" w14:textId="77777777" w:rsidR="00A9495A" w:rsidRDefault="00A9495A" w:rsidP="007A3FFA"/>
    <w:p w14:paraId="423D40E0" w14:textId="77777777" w:rsidR="00A9495A" w:rsidRDefault="00A9495A" w:rsidP="007A3FFA"/>
    <w:p w14:paraId="42EEA838" w14:textId="77777777" w:rsidR="00A9495A" w:rsidRDefault="00A9495A" w:rsidP="007A3FFA"/>
    <w:p w14:paraId="58B833D3" w14:textId="77777777" w:rsidR="00A9495A" w:rsidRDefault="00A9495A" w:rsidP="007A3FFA"/>
    <w:p w14:paraId="2DA90A6F" w14:textId="77777777" w:rsidR="00A9495A" w:rsidRDefault="00A9495A" w:rsidP="007A3FFA"/>
    <w:p w14:paraId="49020390" w14:textId="77777777" w:rsidR="00A9495A" w:rsidRDefault="00A9495A"/>
    <w:p w14:paraId="6D4F90D7" w14:textId="77777777" w:rsidR="00A9495A" w:rsidRDefault="00A9495A"/>
    <w:p w14:paraId="207466AB" w14:textId="77777777" w:rsidR="00A9495A" w:rsidRDefault="00A9495A"/>
    <w:p w14:paraId="2C936A97" w14:textId="77777777" w:rsidR="00A9495A" w:rsidRDefault="00A949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580C1" w14:textId="5D142F5F" w:rsidR="00A9495A" w:rsidRDefault="00A9495A" w:rsidP="007A3FFA">
    <w:pPr>
      <w:pStyle w:val="Zpat"/>
    </w:pPr>
    <w:r>
      <w:t>Návrh smlouvy o dílo</w:t>
    </w:r>
  </w:p>
  <w:p w14:paraId="5B67B69C" w14:textId="77A630E6" w:rsidR="00A9495A" w:rsidRDefault="00A9495A" w:rsidP="00DF7B54">
    <w:pPr>
      <w:pStyle w:val="Zpat"/>
    </w:pPr>
    <w:r>
      <w:t>PD – Nadační dům sanace vlhkosti</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A6757E">
      <w:rPr>
        <w:rStyle w:val="slostrnky"/>
        <w:noProof/>
      </w:rPr>
      <w:t>2</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A6757E">
      <w:rPr>
        <w:rStyle w:val="slostrnky"/>
        <w:noProof/>
      </w:rPr>
      <w:t>8</w:t>
    </w:r>
    <w:r w:rsidRPr="008A4E89">
      <w:rPr>
        <w:rStyle w:val="slostrnky"/>
      </w:rPr>
      <w:fldChar w:fldCharType="end"/>
    </w:r>
    <w:r w:rsidRPr="008A4E89">
      <w:rPr>
        <w:rStyle w:val="slostrnky"/>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98C42" w14:textId="191879A0" w:rsidR="00A9495A" w:rsidRPr="002306A3" w:rsidRDefault="00A9495A" w:rsidP="007A3FFA">
    <w:pPr>
      <w:pStyle w:val="Zpat"/>
    </w:pPr>
    <w:r>
      <w:t>PD – ZŠ Mariánské nám. – MODERNIZACE KUCHYNĚ</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10C80" w14:textId="77777777" w:rsidR="00A9495A" w:rsidRDefault="00A9495A" w:rsidP="007A3FFA">
      <w:r>
        <w:separator/>
      </w:r>
    </w:p>
    <w:p w14:paraId="41D9769F" w14:textId="77777777" w:rsidR="00A9495A" w:rsidRDefault="00A9495A" w:rsidP="007A3FFA"/>
    <w:p w14:paraId="4EA88FCC" w14:textId="77777777" w:rsidR="00A9495A" w:rsidRDefault="00A9495A" w:rsidP="007A3FFA"/>
    <w:p w14:paraId="33A15D60" w14:textId="77777777" w:rsidR="00A9495A" w:rsidRDefault="00A9495A" w:rsidP="007A3FFA"/>
    <w:p w14:paraId="508804AA" w14:textId="77777777" w:rsidR="00A9495A" w:rsidRDefault="00A9495A" w:rsidP="007A3FFA"/>
    <w:p w14:paraId="0D27D0F7" w14:textId="77777777" w:rsidR="00A9495A" w:rsidRDefault="00A9495A" w:rsidP="007A3FFA"/>
    <w:p w14:paraId="4B885A16" w14:textId="77777777" w:rsidR="00A9495A" w:rsidRDefault="00A9495A" w:rsidP="007A3FFA"/>
    <w:p w14:paraId="48F4ED56" w14:textId="77777777" w:rsidR="00A9495A" w:rsidRDefault="00A9495A" w:rsidP="007A3FFA"/>
    <w:p w14:paraId="7741D2EE" w14:textId="77777777" w:rsidR="00A9495A" w:rsidRDefault="00A9495A" w:rsidP="007A3FFA"/>
    <w:p w14:paraId="3345FABC" w14:textId="77777777" w:rsidR="00A9495A" w:rsidRDefault="00A9495A" w:rsidP="007A3FFA"/>
    <w:p w14:paraId="1EB0C4F5" w14:textId="77777777" w:rsidR="00A9495A" w:rsidRDefault="00A9495A" w:rsidP="007A3FFA"/>
    <w:p w14:paraId="7E80A97E" w14:textId="77777777" w:rsidR="00A9495A" w:rsidRDefault="00A9495A" w:rsidP="007A3FFA"/>
    <w:p w14:paraId="28F33359" w14:textId="77777777" w:rsidR="00A9495A" w:rsidRDefault="00A9495A" w:rsidP="007A3FFA"/>
    <w:p w14:paraId="15059874" w14:textId="77777777" w:rsidR="00A9495A" w:rsidRDefault="00A9495A" w:rsidP="007A3FFA"/>
    <w:p w14:paraId="12B659AF" w14:textId="77777777" w:rsidR="00A9495A" w:rsidRDefault="00A9495A" w:rsidP="007A3FFA"/>
    <w:p w14:paraId="789B433F" w14:textId="77777777" w:rsidR="00A9495A" w:rsidRDefault="00A9495A" w:rsidP="007A3FFA"/>
    <w:p w14:paraId="776FBC52" w14:textId="77777777" w:rsidR="00A9495A" w:rsidRDefault="00A9495A" w:rsidP="007A3FFA"/>
    <w:p w14:paraId="1498A07C" w14:textId="77777777" w:rsidR="00A9495A" w:rsidRDefault="00A9495A" w:rsidP="007A3FFA"/>
    <w:p w14:paraId="3E5170EA" w14:textId="77777777" w:rsidR="00A9495A" w:rsidRDefault="00A9495A" w:rsidP="007A3FFA"/>
    <w:p w14:paraId="55659FDE" w14:textId="77777777" w:rsidR="00A9495A" w:rsidRDefault="00A9495A"/>
    <w:p w14:paraId="36B2DFD7" w14:textId="77777777" w:rsidR="00A9495A" w:rsidRDefault="00A9495A"/>
    <w:p w14:paraId="07420CEE" w14:textId="77777777" w:rsidR="00A9495A" w:rsidRDefault="00A9495A"/>
    <w:p w14:paraId="0BF6C76D" w14:textId="77777777" w:rsidR="00A9495A" w:rsidRDefault="00A9495A"/>
  </w:footnote>
  <w:footnote w:type="continuationSeparator" w:id="0">
    <w:p w14:paraId="55652EA1" w14:textId="77777777" w:rsidR="00A9495A" w:rsidRDefault="00A9495A" w:rsidP="007A3FFA">
      <w:r>
        <w:continuationSeparator/>
      </w:r>
    </w:p>
    <w:p w14:paraId="25BAC1CA" w14:textId="77777777" w:rsidR="00A9495A" w:rsidRDefault="00A9495A" w:rsidP="007A3FFA"/>
    <w:p w14:paraId="08A91A0F" w14:textId="77777777" w:rsidR="00A9495A" w:rsidRDefault="00A9495A" w:rsidP="007A3FFA"/>
    <w:p w14:paraId="5A59635A" w14:textId="77777777" w:rsidR="00A9495A" w:rsidRDefault="00A9495A" w:rsidP="007A3FFA"/>
    <w:p w14:paraId="32454C7D" w14:textId="77777777" w:rsidR="00A9495A" w:rsidRDefault="00A9495A" w:rsidP="007A3FFA"/>
    <w:p w14:paraId="27941441" w14:textId="77777777" w:rsidR="00A9495A" w:rsidRDefault="00A9495A" w:rsidP="007A3FFA"/>
    <w:p w14:paraId="76D9C7F8" w14:textId="77777777" w:rsidR="00A9495A" w:rsidRDefault="00A9495A" w:rsidP="007A3FFA"/>
    <w:p w14:paraId="1BD96471" w14:textId="77777777" w:rsidR="00A9495A" w:rsidRDefault="00A9495A" w:rsidP="007A3FFA"/>
    <w:p w14:paraId="7DEEF387" w14:textId="77777777" w:rsidR="00A9495A" w:rsidRDefault="00A9495A" w:rsidP="007A3FFA"/>
    <w:p w14:paraId="53016FE3" w14:textId="77777777" w:rsidR="00A9495A" w:rsidRDefault="00A9495A" w:rsidP="007A3FFA"/>
    <w:p w14:paraId="792E3C64" w14:textId="77777777" w:rsidR="00A9495A" w:rsidRDefault="00A9495A" w:rsidP="007A3FFA"/>
    <w:p w14:paraId="7DCFBBDD" w14:textId="77777777" w:rsidR="00A9495A" w:rsidRDefault="00A9495A" w:rsidP="007A3FFA"/>
    <w:p w14:paraId="25671116" w14:textId="77777777" w:rsidR="00A9495A" w:rsidRDefault="00A9495A" w:rsidP="007A3FFA"/>
    <w:p w14:paraId="7E073FF2" w14:textId="77777777" w:rsidR="00A9495A" w:rsidRDefault="00A9495A" w:rsidP="007A3FFA"/>
    <w:p w14:paraId="772D27A3" w14:textId="77777777" w:rsidR="00A9495A" w:rsidRDefault="00A9495A" w:rsidP="007A3FFA"/>
    <w:p w14:paraId="1A569AD1" w14:textId="77777777" w:rsidR="00A9495A" w:rsidRDefault="00A9495A" w:rsidP="007A3FFA"/>
    <w:p w14:paraId="077E0E7C" w14:textId="77777777" w:rsidR="00A9495A" w:rsidRDefault="00A9495A" w:rsidP="007A3FFA"/>
    <w:p w14:paraId="09FE5443" w14:textId="77777777" w:rsidR="00A9495A" w:rsidRDefault="00A9495A" w:rsidP="007A3FFA"/>
    <w:p w14:paraId="7CF33E11" w14:textId="77777777" w:rsidR="00A9495A" w:rsidRDefault="00A9495A" w:rsidP="007A3FFA"/>
    <w:p w14:paraId="1AA10711" w14:textId="77777777" w:rsidR="00A9495A" w:rsidRDefault="00A9495A"/>
    <w:p w14:paraId="2E98D871" w14:textId="77777777" w:rsidR="00A9495A" w:rsidRDefault="00A9495A"/>
    <w:p w14:paraId="38B4228B" w14:textId="77777777" w:rsidR="00A9495A" w:rsidRDefault="00A9495A"/>
    <w:p w14:paraId="719E10E0" w14:textId="77777777" w:rsidR="00A9495A" w:rsidRDefault="00A949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881F3" w14:textId="77777777" w:rsidR="00A9495A" w:rsidRDefault="00A9495A" w:rsidP="007A3FFA">
    <w:pPr>
      <w:pStyle w:val="Zhlav"/>
    </w:pPr>
    <w:r>
      <w:rPr>
        <w:noProof/>
      </w:rPr>
      <w:drawing>
        <wp:inline distT="0" distB="0" distL="0" distR="0" wp14:anchorId="2AC04A12" wp14:editId="2DE65055">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14:paraId="7E5E42FB" w14:textId="77777777" w:rsidR="00A9495A" w:rsidRDefault="00A9495A" w:rsidP="007A3FFA">
    <w:pPr>
      <w:pStyle w:val="Zhlav"/>
    </w:pPr>
  </w:p>
  <w:p w14:paraId="013C931F" w14:textId="77777777" w:rsidR="00A9495A" w:rsidRDefault="00A9495A" w:rsidP="007A3FFA">
    <w:pPr>
      <w:pStyle w:val="Zhlav"/>
    </w:pPr>
  </w:p>
  <w:p w14:paraId="0BE4AA29" w14:textId="77777777" w:rsidR="00A9495A" w:rsidRDefault="00A9495A"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DD6E90"/>
    <w:multiLevelType w:val="multilevel"/>
    <w:tmpl w:val="040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37880CE5"/>
    <w:multiLevelType w:val="multilevel"/>
    <w:tmpl w:val="0405001D"/>
    <w:numStyleLink w:val="Styl1"/>
  </w:abstractNum>
  <w:abstractNum w:abstractNumId="6" w15:restartNumberingAfterBreak="0">
    <w:nsid w:val="3A256667"/>
    <w:multiLevelType w:val="hybridMultilevel"/>
    <w:tmpl w:val="89AC2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2950FA9"/>
    <w:multiLevelType w:val="multilevel"/>
    <w:tmpl w:val="D1A2B36A"/>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ascii="Arial" w:hAnsi="Arial" w:cs="Arial" w:hint="default"/>
        <w:b/>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5728664C"/>
    <w:multiLevelType w:val="hybridMultilevel"/>
    <w:tmpl w:val="9B5E075C"/>
    <w:lvl w:ilvl="0" w:tplc="3E56CC6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614C6D58"/>
    <w:multiLevelType w:val="hybridMultilevel"/>
    <w:tmpl w:val="3D02E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AEC3AF2"/>
    <w:multiLevelType w:val="hybridMultilevel"/>
    <w:tmpl w:val="1DB4F582"/>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0"/>
  </w:num>
  <w:num w:numId="7">
    <w:abstractNumId w:val="0"/>
  </w:num>
  <w:num w:numId="8">
    <w:abstractNumId w:val="7"/>
  </w:num>
  <w:num w:numId="9">
    <w:abstractNumId w:val="7"/>
  </w:num>
  <w:num w:numId="10">
    <w:abstractNumId w:val="7"/>
  </w:num>
  <w:num w:numId="11">
    <w:abstractNumId w:val="7"/>
  </w:num>
  <w:num w:numId="12">
    <w:abstractNumId w:val="7"/>
  </w:num>
  <w:num w:numId="13">
    <w:abstractNumId w:val="3"/>
  </w:num>
  <w:num w:numId="14">
    <w:abstractNumId w:val="11"/>
  </w:num>
  <w:num w:numId="15">
    <w:abstractNumId w:val="7"/>
  </w:num>
  <w:num w:numId="16">
    <w:abstractNumId w:val="4"/>
  </w:num>
  <w:num w:numId="17">
    <w:abstractNumId w:val="7"/>
  </w:num>
  <w:num w:numId="18">
    <w:abstractNumId w:val="10"/>
  </w:num>
  <w:num w:numId="19">
    <w:abstractNumId w:val="7"/>
  </w:num>
  <w:num w:numId="20">
    <w:abstractNumId w:val="7"/>
  </w:num>
  <w:num w:numId="21">
    <w:abstractNumId w:val="8"/>
  </w:num>
  <w:num w:numId="22">
    <w:abstractNumId w:val="7"/>
  </w:num>
  <w:num w:numId="23">
    <w:abstractNumId w:val="6"/>
  </w:num>
  <w:num w:numId="24">
    <w:abstractNumId w:val="9"/>
  </w:num>
  <w:num w:numId="25">
    <w:abstractNumId w:val="7"/>
    <w:lvlOverride w:ilvl="0">
      <w:startOverride w:val="3"/>
    </w:lvlOverride>
    <w:lvlOverride w:ilvl="1">
      <w:startOverride w:val="7"/>
    </w:lvlOverride>
  </w:num>
  <w:num w:numId="26">
    <w:abstractNumId w:val="1"/>
  </w:num>
  <w:num w:numId="2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siUCcRnK1S/SrIpC4P/do67wQe7GKDBCel8ge2JoysWYzDR7HPQ2w4sxFhYQpMfKwOpulOGtJ9SL7SoUx/H4Q==" w:salt="/+MeN+uM77/JsjfY8jOxog=="/>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68"/>
    <w:rsid w:val="00004C4D"/>
    <w:rsid w:val="00006353"/>
    <w:rsid w:val="00011162"/>
    <w:rsid w:val="000122F3"/>
    <w:rsid w:val="00012E04"/>
    <w:rsid w:val="000227F7"/>
    <w:rsid w:val="0002286D"/>
    <w:rsid w:val="00023A70"/>
    <w:rsid w:val="000326D6"/>
    <w:rsid w:val="00032F7E"/>
    <w:rsid w:val="00033044"/>
    <w:rsid w:val="00033ABA"/>
    <w:rsid w:val="00040C19"/>
    <w:rsid w:val="00041B1D"/>
    <w:rsid w:val="0004717F"/>
    <w:rsid w:val="0005391D"/>
    <w:rsid w:val="00056EEE"/>
    <w:rsid w:val="000709D6"/>
    <w:rsid w:val="00071C57"/>
    <w:rsid w:val="00074D4A"/>
    <w:rsid w:val="0007517A"/>
    <w:rsid w:val="00075DBA"/>
    <w:rsid w:val="00082C3C"/>
    <w:rsid w:val="00090750"/>
    <w:rsid w:val="00092C36"/>
    <w:rsid w:val="0009320E"/>
    <w:rsid w:val="00094021"/>
    <w:rsid w:val="000942DD"/>
    <w:rsid w:val="00096467"/>
    <w:rsid w:val="00096567"/>
    <w:rsid w:val="00097366"/>
    <w:rsid w:val="000A01DA"/>
    <w:rsid w:val="000A544A"/>
    <w:rsid w:val="000B0F8B"/>
    <w:rsid w:val="000B1172"/>
    <w:rsid w:val="000B5A47"/>
    <w:rsid w:val="000B5ECE"/>
    <w:rsid w:val="000B6E33"/>
    <w:rsid w:val="000B6FED"/>
    <w:rsid w:val="000C0370"/>
    <w:rsid w:val="000C298E"/>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1269"/>
    <w:rsid w:val="0013244A"/>
    <w:rsid w:val="00137C0E"/>
    <w:rsid w:val="00141B81"/>
    <w:rsid w:val="00142FF1"/>
    <w:rsid w:val="00144170"/>
    <w:rsid w:val="001454CD"/>
    <w:rsid w:val="00146DDA"/>
    <w:rsid w:val="0015058F"/>
    <w:rsid w:val="00151764"/>
    <w:rsid w:val="00162D01"/>
    <w:rsid w:val="001640C7"/>
    <w:rsid w:val="0016415F"/>
    <w:rsid w:val="001650A6"/>
    <w:rsid w:val="00166039"/>
    <w:rsid w:val="0017224B"/>
    <w:rsid w:val="00174BBE"/>
    <w:rsid w:val="00176F9E"/>
    <w:rsid w:val="001820A5"/>
    <w:rsid w:val="001869A1"/>
    <w:rsid w:val="00186F3D"/>
    <w:rsid w:val="00192C4B"/>
    <w:rsid w:val="00197786"/>
    <w:rsid w:val="001A15C5"/>
    <w:rsid w:val="001A2271"/>
    <w:rsid w:val="001A2821"/>
    <w:rsid w:val="001A3359"/>
    <w:rsid w:val="001A443D"/>
    <w:rsid w:val="001A5BB4"/>
    <w:rsid w:val="001C2C3D"/>
    <w:rsid w:val="001C2D9C"/>
    <w:rsid w:val="001C3428"/>
    <w:rsid w:val="001C3FDD"/>
    <w:rsid w:val="001C4528"/>
    <w:rsid w:val="001C64F3"/>
    <w:rsid w:val="001D2C18"/>
    <w:rsid w:val="001D30D8"/>
    <w:rsid w:val="001E23CB"/>
    <w:rsid w:val="001E2D66"/>
    <w:rsid w:val="001E3AA5"/>
    <w:rsid w:val="001E5B2A"/>
    <w:rsid w:val="001F0CF7"/>
    <w:rsid w:val="001F0E5D"/>
    <w:rsid w:val="001F13A9"/>
    <w:rsid w:val="001F6D3D"/>
    <w:rsid w:val="001F7D97"/>
    <w:rsid w:val="00202567"/>
    <w:rsid w:val="002034AE"/>
    <w:rsid w:val="00203872"/>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66D3E"/>
    <w:rsid w:val="00267CA1"/>
    <w:rsid w:val="00272278"/>
    <w:rsid w:val="00275102"/>
    <w:rsid w:val="00275B11"/>
    <w:rsid w:val="00280217"/>
    <w:rsid w:val="00284A38"/>
    <w:rsid w:val="00286445"/>
    <w:rsid w:val="00286E2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1109"/>
    <w:rsid w:val="002C0D0D"/>
    <w:rsid w:val="002C5CDE"/>
    <w:rsid w:val="002D012B"/>
    <w:rsid w:val="002D0292"/>
    <w:rsid w:val="002D1082"/>
    <w:rsid w:val="002D19E8"/>
    <w:rsid w:val="002D3BB2"/>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06599"/>
    <w:rsid w:val="00314070"/>
    <w:rsid w:val="003152C0"/>
    <w:rsid w:val="003159C1"/>
    <w:rsid w:val="00316933"/>
    <w:rsid w:val="003227D6"/>
    <w:rsid w:val="00323113"/>
    <w:rsid w:val="00325027"/>
    <w:rsid w:val="0032535C"/>
    <w:rsid w:val="003253E2"/>
    <w:rsid w:val="00325968"/>
    <w:rsid w:val="0033051D"/>
    <w:rsid w:val="003309EB"/>
    <w:rsid w:val="00331314"/>
    <w:rsid w:val="00332432"/>
    <w:rsid w:val="00333E65"/>
    <w:rsid w:val="003345B3"/>
    <w:rsid w:val="00334CC8"/>
    <w:rsid w:val="00336533"/>
    <w:rsid w:val="00337DC9"/>
    <w:rsid w:val="003410E5"/>
    <w:rsid w:val="0034384C"/>
    <w:rsid w:val="0034702A"/>
    <w:rsid w:val="00350813"/>
    <w:rsid w:val="003512DB"/>
    <w:rsid w:val="003522A5"/>
    <w:rsid w:val="003541D0"/>
    <w:rsid w:val="00356C07"/>
    <w:rsid w:val="00360D18"/>
    <w:rsid w:val="0037365D"/>
    <w:rsid w:val="003745FA"/>
    <w:rsid w:val="0037505E"/>
    <w:rsid w:val="003752EF"/>
    <w:rsid w:val="00375743"/>
    <w:rsid w:val="00382E32"/>
    <w:rsid w:val="0038551B"/>
    <w:rsid w:val="00390F7B"/>
    <w:rsid w:val="003927EA"/>
    <w:rsid w:val="00393240"/>
    <w:rsid w:val="00397F74"/>
    <w:rsid w:val="003A09D8"/>
    <w:rsid w:val="003A570E"/>
    <w:rsid w:val="003A57ED"/>
    <w:rsid w:val="003B14CA"/>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3543"/>
    <w:rsid w:val="0046568B"/>
    <w:rsid w:val="0046572D"/>
    <w:rsid w:val="00474A8F"/>
    <w:rsid w:val="00475957"/>
    <w:rsid w:val="00476EAE"/>
    <w:rsid w:val="004803AD"/>
    <w:rsid w:val="004804D0"/>
    <w:rsid w:val="00480DED"/>
    <w:rsid w:val="004847C1"/>
    <w:rsid w:val="00490AE0"/>
    <w:rsid w:val="0049488F"/>
    <w:rsid w:val="00494C4C"/>
    <w:rsid w:val="00494F93"/>
    <w:rsid w:val="004955FC"/>
    <w:rsid w:val="0049611D"/>
    <w:rsid w:val="00496EE4"/>
    <w:rsid w:val="00497C33"/>
    <w:rsid w:val="004A46A6"/>
    <w:rsid w:val="004A792E"/>
    <w:rsid w:val="004B6ED2"/>
    <w:rsid w:val="004D2322"/>
    <w:rsid w:val="004D25F0"/>
    <w:rsid w:val="004D38D3"/>
    <w:rsid w:val="004D39C2"/>
    <w:rsid w:val="004D59F7"/>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3C0D"/>
    <w:rsid w:val="0050687D"/>
    <w:rsid w:val="00511C38"/>
    <w:rsid w:val="00512B2D"/>
    <w:rsid w:val="00512B48"/>
    <w:rsid w:val="00512C37"/>
    <w:rsid w:val="00513212"/>
    <w:rsid w:val="00514230"/>
    <w:rsid w:val="00514AC8"/>
    <w:rsid w:val="00516A03"/>
    <w:rsid w:val="00516D1A"/>
    <w:rsid w:val="00517AC8"/>
    <w:rsid w:val="00523464"/>
    <w:rsid w:val="00524AC1"/>
    <w:rsid w:val="005256E1"/>
    <w:rsid w:val="00526215"/>
    <w:rsid w:val="005329A5"/>
    <w:rsid w:val="00532CB7"/>
    <w:rsid w:val="00535A32"/>
    <w:rsid w:val="00536A0C"/>
    <w:rsid w:val="005408DE"/>
    <w:rsid w:val="0054171F"/>
    <w:rsid w:val="00541C66"/>
    <w:rsid w:val="0054367E"/>
    <w:rsid w:val="00543CC6"/>
    <w:rsid w:val="0054764A"/>
    <w:rsid w:val="00553517"/>
    <w:rsid w:val="005564BB"/>
    <w:rsid w:val="0056133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2B54"/>
    <w:rsid w:val="005D4429"/>
    <w:rsid w:val="005D52B0"/>
    <w:rsid w:val="005D7371"/>
    <w:rsid w:val="005E30D7"/>
    <w:rsid w:val="005E4EF8"/>
    <w:rsid w:val="005E6EBF"/>
    <w:rsid w:val="005F018E"/>
    <w:rsid w:val="005F03F4"/>
    <w:rsid w:val="005F3A6B"/>
    <w:rsid w:val="005F462E"/>
    <w:rsid w:val="005F4D9C"/>
    <w:rsid w:val="00600AEC"/>
    <w:rsid w:val="006017FE"/>
    <w:rsid w:val="00602284"/>
    <w:rsid w:val="00606BF8"/>
    <w:rsid w:val="00606C77"/>
    <w:rsid w:val="00611D38"/>
    <w:rsid w:val="006124D5"/>
    <w:rsid w:val="006132F3"/>
    <w:rsid w:val="00613532"/>
    <w:rsid w:val="00613993"/>
    <w:rsid w:val="00614D75"/>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0433"/>
    <w:rsid w:val="00681465"/>
    <w:rsid w:val="006815C9"/>
    <w:rsid w:val="00684DDD"/>
    <w:rsid w:val="006872EC"/>
    <w:rsid w:val="006915E3"/>
    <w:rsid w:val="00691A00"/>
    <w:rsid w:val="006933CB"/>
    <w:rsid w:val="00693CEF"/>
    <w:rsid w:val="00694B2E"/>
    <w:rsid w:val="006A10C2"/>
    <w:rsid w:val="006A1222"/>
    <w:rsid w:val="006A2D23"/>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5A1"/>
    <w:rsid w:val="007008D0"/>
    <w:rsid w:val="0070248E"/>
    <w:rsid w:val="00703E38"/>
    <w:rsid w:val="00703E89"/>
    <w:rsid w:val="007113C1"/>
    <w:rsid w:val="0071160C"/>
    <w:rsid w:val="00713251"/>
    <w:rsid w:val="007134C5"/>
    <w:rsid w:val="00714C3C"/>
    <w:rsid w:val="00715F2F"/>
    <w:rsid w:val="00716146"/>
    <w:rsid w:val="00716289"/>
    <w:rsid w:val="00716301"/>
    <w:rsid w:val="00721BD2"/>
    <w:rsid w:val="00724DF6"/>
    <w:rsid w:val="00725C0D"/>
    <w:rsid w:val="00731311"/>
    <w:rsid w:val="00740DA3"/>
    <w:rsid w:val="00740E5D"/>
    <w:rsid w:val="00747977"/>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06CB"/>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167E6"/>
    <w:rsid w:val="008243FE"/>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2F1"/>
    <w:rsid w:val="008718BC"/>
    <w:rsid w:val="00871C6D"/>
    <w:rsid w:val="00871EA6"/>
    <w:rsid w:val="00871EF0"/>
    <w:rsid w:val="008729E2"/>
    <w:rsid w:val="00874758"/>
    <w:rsid w:val="00874AF5"/>
    <w:rsid w:val="0087568F"/>
    <w:rsid w:val="00876540"/>
    <w:rsid w:val="00882A9C"/>
    <w:rsid w:val="00883AF0"/>
    <w:rsid w:val="0089069B"/>
    <w:rsid w:val="0089090E"/>
    <w:rsid w:val="0089347D"/>
    <w:rsid w:val="008945F4"/>
    <w:rsid w:val="008949D4"/>
    <w:rsid w:val="00895B26"/>
    <w:rsid w:val="00896FB0"/>
    <w:rsid w:val="008A3FC7"/>
    <w:rsid w:val="008A47C3"/>
    <w:rsid w:val="008A4E89"/>
    <w:rsid w:val="008A630A"/>
    <w:rsid w:val="008A6605"/>
    <w:rsid w:val="008B0B92"/>
    <w:rsid w:val="008B232F"/>
    <w:rsid w:val="008B47A6"/>
    <w:rsid w:val="008B631E"/>
    <w:rsid w:val="008B751C"/>
    <w:rsid w:val="008B76CA"/>
    <w:rsid w:val="008C2EAE"/>
    <w:rsid w:val="008C3735"/>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2B27"/>
    <w:rsid w:val="009039CA"/>
    <w:rsid w:val="00903CE3"/>
    <w:rsid w:val="0090491D"/>
    <w:rsid w:val="00904C07"/>
    <w:rsid w:val="00905982"/>
    <w:rsid w:val="0091331B"/>
    <w:rsid w:val="009142EA"/>
    <w:rsid w:val="009147AF"/>
    <w:rsid w:val="009156C0"/>
    <w:rsid w:val="009200C6"/>
    <w:rsid w:val="00922C08"/>
    <w:rsid w:val="0092333B"/>
    <w:rsid w:val="0093073F"/>
    <w:rsid w:val="00930C40"/>
    <w:rsid w:val="00934424"/>
    <w:rsid w:val="0094343C"/>
    <w:rsid w:val="00950A28"/>
    <w:rsid w:val="00956155"/>
    <w:rsid w:val="00961F11"/>
    <w:rsid w:val="00963353"/>
    <w:rsid w:val="00963412"/>
    <w:rsid w:val="00964DD8"/>
    <w:rsid w:val="009672F8"/>
    <w:rsid w:val="00973D2D"/>
    <w:rsid w:val="00975018"/>
    <w:rsid w:val="009760AD"/>
    <w:rsid w:val="009761C7"/>
    <w:rsid w:val="00983C06"/>
    <w:rsid w:val="0098702C"/>
    <w:rsid w:val="009874FA"/>
    <w:rsid w:val="0099542B"/>
    <w:rsid w:val="0099734C"/>
    <w:rsid w:val="009A2EF6"/>
    <w:rsid w:val="009A3163"/>
    <w:rsid w:val="009A6A92"/>
    <w:rsid w:val="009B0078"/>
    <w:rsid w:val="009B25BF"/>
    <w:rsid w:val="009B4225"/>
    <w:rsid w:val="009B5865"/>
    <w:rsid w:val="009B7EC4"/>
    <w:rsid w:val="009C0832"/>
    <w:rsid w:val="009C152A"/>
    <w:rsid w:val="009C1B9C"/>
    <w:rsid w:val="009C4D60"/>
    <w:rsid w:val="009C557E"/>
    <w:rsid w:val="009D26EF"/>
    <w:rsid w:val="009D66D6"/>
    <w:rsid w:val="009D78E0"/>
    <w:rsid w:val="009E0B5D"/>
    <w:rsid w:val="009E514F"/>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55A1F"/>
    <w:rsid w:val="00A62840"/>
    <w:rsid w:val="00A62A0F"/>
    <w:rsid w:val="00A63B26"/>
    <w:rsid w:val="00A6757E"/>
    <w:rsid w:val="00A677FD"/>
    <w:rsid w:val="00A70478"/>
    <w:rsid w:val="00A72D05"/>
    <w:rsid w:val="00A740D9"/>
    <w:rsid w:val="00A8054B"/>
    <w:rsid w:val="00A81C7E"/>
    <w:rsid w:val="00A824AA"/>
    <w:rsid w:val="00A82DFC"/>
    <w:rsid w:val="00A869AE"/>
    <w:rsid w:val="00A90196"/>
    <w:rsid w:val="00A9495A"/>
    <w:rsid w:val="00A959FE"/>
    <w:rsid w:val="00A9610F"/>
    <w:rsid w:val="00A96814"/>
    <w:rsid w:val="00AA5D64"/>
    <w:rsid w:val="00AB1E94"/>
    <w:rsid w:val="00AB4043"/>
    <w:rsid w:val="00AB5A1E"/>
    <w:rsid w:val="00AC03BA"/>
    <w:rsid w:val="00AC0DFD"/>
    <w:rsid w:val="00AC190E"/>
    <w:rsid w:val="00AC2F51"/>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56912"/>
    <w:rsid w:val="00B63BCE"/>
    <w:rsid w:val="00B64E18"/>
    <w:rsid w:val="00B67768"/>
    <w:rsid w:val="00B75342"/>
    <w:rsid w:val="00B75FF4"/>
    <w:rsid w:val="00B80A03"/>
    <w:rsid w:val="00B83C23"/>
    <w:rsid w:val="00B85152"/>
    <w:rsid w:val="00B85383"/>
    <w:rsid w:val="00B85C4F"/>
    <w:rsid w:val="00B8649F"/>
    <w:rsid w:val="00B92B10"/>
    <w:rsid w:val="00B94B6F"/>
    <w:rsid w:val="00B9658A"/>
    <w:rsid w:val="00BA0CC9"/>
    <w:rsid w:val="00BA41D7"/>
    <w:rsid w:val="00BA5FE3"/>
    <w:rsid w:val="00BB0F06"/>
    <w:rsid w:val="00BB2C62"/>
    <w:rsid w:val="00BB6E00"/>
    <w:rsid w:val="00BC09FA"/>
    <w:rsid w:val="00BC4E6F"/>
    <w:rsid w:val="00BC5409"/>
    <w:rsid w:val="00BC5813"/>
    <w:rsid w:val="00BC5F13"/>
    <w:rsid w:val="00BC6601"/>
    <w:rsid w:val="00BD4E37"/>
    <w:rsid w:val="00BE0CB2"/>
    <w:rsid w:val="00BE2C66"/>
    <w:rsid w:val="00BE4B7B"/>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56008"/>
    <w:rsid w:val="00C61A3A"/>
    <w:rsid w:val="00C64153"/>
    <w:rsid w:val="00C674BF"/>
    <w:rsid w:val="00C67872"/>
    <w:rsid w:val="00C71287"/>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C56BB"/>
    <w:rsid w:val="00CD06F2"/>
    <w:rsid w:val="00CD6611"/>
    <w:rsid w:val="00CD7FB2"/>
    <w:rsid w:val="00CE23F4"/>
    <w:rsid w:val="00CF167A"/>
    <w:rsid w:val="00CF2108"/>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70040"/>
    <w:rsid w:val="00D74D23"/>
    <w:rsid w:val="00D779E6"/>
    <w:rsid w:val="00D857CF"/>
    <w:rsid w:val="00D9091B"/>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D5636"/>
    <w:rsid w:val="00DE47A1"/>
    <w:rsid w:val="00DE564F"/>
    <w:rsid w:val="00DF5282"/>
    <w:rsid w:val="00DF5715"/>
    <w:rsid w:val="00DF599E"/>
    <w:rsid w:val="00DF6394"/>
    <w:rsid w:val="00DF7B54"/>
    <w:rsid w:val="00E011EF"/>
    <w:rsid w:val="00E04764"/>
    <w:rsid w:val="00E107BD"/>
    <w:rsid w:val="00E130E2"/>
    <w:rsid w:val="00E131B6"/>
    <w:rsid w:val="00E1412F"/>
    <w:rsid w:val="00E2002C"/>
    <w:rsid w:val="00E203F8"/>
    <w:rsid w:val="00E2159D"/>
    <w:rsid w:val="00E230C0"/>
    <w:rsid w:val="00E237BC"/>
    <w:rsid w:val="00E23B43"/>
    <w:rsid w:val="00E24633"/>
    <w:rsid w:val="00E27DD4"/>
    <w:rsid w:val="00E301DA"/>
    <w:rsid w:val="00E3045A"/>
    <w:rsid w:val="00E355D9"/>
    <w:rsid w:val="00E365E5"/>
    <w:rsid w:val="00E416F0"/>
    <w:rsid w:val="00E43677"/>
    <w:rsid w:val="00E46CA4"/>
    <w:rsid w:val="00E47A48"/>
    <w:rsid w:val="00E51CCE"/>
    <w:rsid w:val="00E55092"/>
    <w:rsid w:val="00E556D4"/>
    <w:rsid w:val="00E61093"/>
    <w:rsid w:val="00E62316"/>
    <w:rsid w:val="00E63306"/>
    <w:rsid w:val="00E67967"/>
    <w:rsid w:val="00E701B4"/>
    <w:rsid w:val="00E801E6"/>
    <w:rsid w:val="00E82237"/>
    <w:rsid w:val="00E83890"/>
    <w:rsid w:val="00E8437E"/>
    <w:rsid w:val="00E85706"/>
    <w:rsid w:val="00E85FF3"/>
    <w:rsid w:val="00E862CF"/>
    <w:rsid w:val="00E9095E"/>
    <w:rsid w:val="00E90BE4"/>
    <w:rsid w:val="00E93826"/>
    <w:rsid w:val="00E96F04"/>
    <w:rsid w:val="00EA7A54"/>
    <w:rsid w:val="00EB30B0"/>
    <w:rsid w:val="00EB3A22"/>
    <w:rsid w:val="00EB4491"/>
    <w:rsid w:val="00EB7F7C"/>
    <w:rsid w:val="00EC4DC8"/>
    <w:rsid w:val="00ED3A8F"/>
    <w:rsid w:val="00ED517E"/>
    <w:rsid w:val="00ED6A51"/>
    <w:rsid w:val="00ED759B"/>
    <w:rsid w:val="00EE55AB"/>
    <w:rsid w:val="00EF05D4"/>
    <w:rsid w:val="00EF3E3B"/>
    <w:rsid w:val="00F02D7D"/>
    <w:rsid w:val="00F10252"/>
    <w:rsid w:val="00F13F91"/>
    <w:rsid w:val="00F14753"/>
    <w:rsid w:val="00F14CAD"/>
    <w:rsid w:val="00F14ED7"/>
    <w:rsid w:val="00F14FA6"/>
    <w:rsid w:val="00F1616D"/>
    <w:rsid w:val="00F20380"/>
    <w:rsid w:val="00F23C3F"/>
    <w:rsid w:val="00F33DBD"/>
    <w:rsid w:val="00F4106C"/>
    <w:rsid w:val="00F41DCA"/>
    <w:rsid w:val="00F434AD"/>
    <w:rsid w:val="00F43929"/>
    <w:rsid w:val="00F46642"/>
    <w:rsid w:val="00F46878"/>
    <w:rsid w:val="00F46A30"/>
    <w:rsid w:val="00F4717B"/>
    <w:rsid w:val="00F52483"/>
    <w:rsid w:val="00F53A10"/>
    <w:rsid w:val="00F55E5B"/>
    <w:rsid w:val="00F61120"/>
    <w:rsid w:val="00F61FD7"/>
    <w:rsid w:val="00F66923"/>
    <w:rsid w:val="00F674DA"/>
    <w:rsid w:val="00F7404A"/>
    <w:rsid w:val="00F77A3D"/>
    <w:rsid w:val="00F85924"/>
    <w:rsid w:val="00F90766"/>
    <w:rsid w:val="00F90EFB"/>
    <w:rsid w:val="00F9296C"/>
    <w:rsid w:val="00F959BE"/>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251F5E2"/>
  <w15:chartTrackingRefBased/>
  <w15:docId w15:val="{349F9B23-F068-446A-A4F4-CB7985EA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EB7F7C"/>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503C0D"/>
    <w:pPr>
      <w:keepNext/>
      <w:widowControl w:val="0"/>
      <w:spacing w:before="120" w:after="120"/>
      <w:jc w:val="center"/>
      <w:outlineLvl w:val="2"/>
    </w:pPr>
    <w:rPr>
      <w:b/>
      <w:snapToGrid w:val="0"/>
      <w:sz w:val="24"/>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EB7F7C"/>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 w:type="paragraph" w:styleId="Odstavecseseznamem">
    <w:name w:val="List Paragraph"/>
    <w:aliases w:val="Odstavec_muj"/>
    <w:basedOn w:val="Normln"/>
    <w:link w:val="OdstavecseseznamemChar"/>
    <w:uiPriority w:val="34"/>
    <w:qFormat/>
    <w:rsid w:val="00F14ED7"/>
    <w:pPr>
      <w:ind w:left="720"/>
      <w:contextualSpacing/>
      <w:jc w:val="left"/>
    </w:pPr>
    <w:rPr>
      <w:szCs w:val="24"/>
    </w:rPr>
  </w:style>
  <w:style w:type="character" w:customStyle="1" w:styleId="OdstavecseseznamemChar">
    <w:name w:val="Odstavec se seznamem Char"/>
    <w:aliases w:val="Odstavec_muj Char"/>
    <w:link w:val="Odstavecseseznamem"/>
    <w:uiPriority w:val="34"/>
    <w:locked/>
    <w:rsid w:val="00F14ED7"/>
    <w:rPr>
      <w:rFonts w:ascii="Arial" w:hAnsi="Arial"/>
      <w:szCs w:val="24"/>
    </w:rPr>
  </w:style>
  <w:style w:type="numbering" w:customStyle="1" w:styleId="Styl1">
    <w:name w:val="Styl1"/>
    <w:rsid w:val="00680433"/>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580256575">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852306557">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u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b.cz/info/osobni-udaj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1F234-A1E9-4197-B618-C03E43B2C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28543A51.dotm</Template>
  <TotalTime>6</TotalTime>
  <Pages>8</Pages>
  <Words>3668</Words>
  <Characters>21644</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25262</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Widenková</dc:creator>
  <cp:keywords/>
  <cp:lastModifiedBy>Manda Libor, DiS.</cp:lastModifiedBy>
  <cp:revision>4</cp:revision>
  <cp:lastPrinted>2025-01-13T14:26:00Z</cp:lastPrinted>
  <dcterms:created xsi:type="dcterms:W3CDTF">2025-01-30T09:11:00Z</dcterms:created>
  <dcterms:modified xsi:type="dcterms:W3CDTF">2025-01-30T09:25:00Z</dcterms:modified>
</cp:coreProperties>
</file>